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57964" w14:textId="77777777" w:rsidR="00180FC1" w:rsidRDefault="00213C8C" w:rsidP="00180FC1">
      <w:pPr>
        <w:spacing w:after="0" w:line="240" w:lineRule="auto"/>
        <w:ind w:left="426"/>
        <w:jc w:val="right"/>
        <w:rPr>
          <w:rFonts w:ascii="Arial" w:hAnsi="Arial" w:cs="Arial"/>
          <w:sz w:val="18"/>
          <w:szCs w:val="18"/>
        </w:rPr>
      </w:pPr>
      <w:r w:rsidRPr="00EF7BE7">
        <w:rPr>
          <w:rFonts w:ascii="Arial" w:hAnsi="Arial" w:cs="Arial"/>
          <w:color w:val="538135" w:themeColor="accent6" w:themeShade="BF"/>
          <w:sz w:val="18"/>
          <w:szCs w:val="18"/>
        </w:rPr>
        <w:tab/>
      </w:r>
      <w:r w:rsidRPr="00EF7BE7">
        <w:rPr>
          <w:rFonts w:ascii="Arial" w:hAnsi="Arial" w:cs="Arial"/>
          <w:sz w:val="18"/>
          <w:szCs w:val="18"/>
        </w:rPr>
        <w:tab/>
      </w:r>
      <w:r w:rsidR="00EF7BE7" w:rsidRPr="00EF7BE7">
        <w:rPr>
          <w:rFonts w:ascii="Arial" w:hAnsi="Arial" w:cs="Arial"/>
          <w:sz w:val="18"/>
          <w:szCs w:val="18"/>
        </w:rPr>
        <w:t xml:space="preserve">Leszno, dn. </w:t>
      </w:r>
      <w:r w:rsidR="006A1801" w:rsidRPr="00EF7BE7">
        <w:rPr>
          <w:rFonts w:ascii="Arial" w:hAnsi="Arial" w:cs="Arial"/>
          <w:sz w:val="18"/>
          <w:szCs w:val="18"/>
        </w:rPr>
        <w:t xml:space="preserve">...............................................  </w:t>
      </w:r>
    </w:p>
    <w:p w14:paraId="4B2D89D2" w14:textId="58AAA840" w:rsidR="00EF7BE7" w:rsidRPr="00EF7BE7" w:rsidRDefault="006A1801" w:rsidP="00180FC1">
      <w:pPr>
        <w:spacing w:after="0" w:line="240" w:lineRule="auto"/>
        <w:ind w:left="426"/>
        <w:jc w:val="right"/>
        <w:rPr>
          <w:rFonts w:ascii="Arial" w:hAnsi="Arial" w:cs="Arial"/>
          <w:sz w:val="18"/>
          <w:szCs w:val="18"/>
        </w:rPr>
      </w:pPr>
      <w:r w:rsidRPr="00EF7BE7">
        <w:rPr>
          <w:rFonts w:ascii="Arial" w:hAnsi="Arial" w:cs="Arial"/>
          <w:sz w:val="18"/>
          <w:szCs w:val="18"/>
        </w:rPr>
        <w:t xml:space="preserve">  </w:t>
      </w:r>
    </w:p>
    <w:p w14:paraId="4400E404" w14:textId="77777777" w:rsidR="00180FC1" w:rsidRDefault="00EF7BE7" w:rsidP="00EF7BE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F7BE7">
        <w:rPr>
          <w:rFonts w:ascii="Arial" w:hAnsi="Arial" w:cs="Arial"/>
          <w:sz w:val="18"/>
          <w:szCs w:val="18"/>
        </w:rPr>
        <w:t>………………………………………………...</w:t>
      </w:r>
      <w:r w:rsidR="006A1801" w:rsidRPr="00EF7BE7">
        <w:rPr>
          <w:rFonts w:ascii="Arial" w:hAnsi="Arial" w:cs="Arial"/>
          <w:sz w:val="18"/>
          <w:szCs w:val="18"/>
        </w:rPr>
        <w:t xml:space="preserve"> </w:t>
      </w:r>
    </w:p>
    <w:p w14:paraId="2FA3D16F" w14:textId="77777777" w:rsidR="00180FC1" w:rsidRDefault="00180FC1" w:rsidP="00EF7BE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4AF8403" w14:textId="0C1D4ACA" w:rsidR="00180FC1" w:rsidRDefault="00180FC1" w:rsidP="00EF7BE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1CBE6633" w14:textId="77777777" w:rsidR="00180FC1" w:rsidRDefault="00180FC1" w:rsidP="00EF7BE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B099722" w14:textId="07D1F9AF" w:rsidR="006A1801" w:rsidRPr="00EF7BE7" w:rsidRDefault="00180FC1" w:rsidP="00EF7BE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………………………………………………..</w:t>
      </w:r>
      <w:r w:rsidR="006A1801" w:rsidRPr="00EF7BE7">
        <w:rPr>
          <w:rFonts w:ascii="Arial" w:hAnsi="Arial" w:cs="Arial"/>
          <w:sz w:val="18"/>
          <w:szCs w:val="18"/>
        </w:rPr>
        <w:t xml:space="preserve">                                                       </w:t>
      </w:r>
      <w:r w:rsidR="006A1801" w:rsidRPr="00EF7BE7">
        <w:rPr>
          <w:rFonts w:ascii="Arial" w:hAnsi="Arial" w:cs="Arial"/>
          <w:sz w:val="18"/>
          <w:szCs w:val="18"/>
        </w:rPr>
        <w:tab/>
      </w:r>
      <w:r w:rsidR="006A1801" w:rsidRPr="00EF7BE7">
        <w:rPr>
          <w:rFonts w:ascii="Arial" w:hAnsi="Arial" w:cs="Arial"/>
          <w:sz w:val="18"/>
          <w:szCs w:val="18"/>
        </w:rPr>
        <w:tab/>
      </w:r>
      <w:r w:rsidR="006A1801" w:rsidRPr="00EF7BE7">
        <w:rPr>
          <w:rFonts w:ascii="Arial" w:hAnsi="Arial" w:cs="Arial"/>
          <w:sz w:val="18"/>
          <w:szCs w:val="18"/>
        </w:rPr>
        <w:tab/>
      </w:r>
    </w:p>
    <w:p w14:paraId="69F7E65D" w14:textId="2E0388FA" w:rsidR="006A1801" w:rsidRPr="00EF7BE7" w:rsidRDefault="006A1801" w:rsidP="00180F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F7BE7">
        <w:rPr>
          <w:rFonts w:ascii="Arial" w:hAnsi="Arial" w:cs="Arial"/>
          <w:sz w:val="18"/>
          <w:szCs w:val="18"/>
        </w:rPr>
        <w:t>(</w:t>
      </w:r>
      <w:r w:rsidR="00180FC1">
        <w:rPr>
          <w:rFonts w:ascii="Arial" w:hAnsi="Arial" w:cs="Arial"/>
          <w:sz w:val="18"/>
          <w:szCs w:val="18"/>
        </w:rPr>
        <w:t>dane wnioskodawcy lub pieczęć</w:t>
      </w:r>
      <w:r w:rsidRPr="00EF7BE7">
        <w:rPr>
          <w:rFonts w:ascii="Arial" w:hAnsi="Arial" w:cs="Arial"/>
          <w:sz w:val="18"/>
          <w:szCs w:val="18"/>
        </w:rPr>
        <w:t xml:space="preserve">)     </w:t>
      </w:r>
    </w:p>
    <w:p w14:paraId="1237A3FE" w14:textId="53A42E39" w:rsidR="006A1801" w:rsidRDefault="006A1801" w:rsidP="006A18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6D9C3AA" w14:textId="77777777" w:rsidR="006A1801" w:rsidRPr="006A1801" w:rsidRDefault="006A1801" w:rsidP="006A18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5CE136D7" w14:textId="77777777" w:rsidR="00E10F80" w:rsidRDefault="00E10F80" w:rsidP="006A1801">
      <w:pPr>
        <w:pStyle w:val="Nagwek2"/>
        <w:rPr>
          <w:rFonts w:ascii="Arial" w:hAnsi="Arial" w:cs="Arial"/>
          <w:b/>
          <w:spacing w:val="20"/>
          <w:sz w:val="24"/>
          <w:szCs w:val="24"/>
        </w:rPr>
      </w:pPr>
    </w:p>
    <w:p w14:paraId="4E01CE8B" w14:textId="365D8563" w:rsidR="003D7DA2" w:rsidRPr="003D7DA2" w:rsidRDefault="006A1801" w:rsidP="003D7DA2">
      <w:pPr>
        <w:pStyle w:val="Nagwek2"/>
        <w:rPr>
          <w:rFonts w:ascii="Arial" w:hAnsi="Arial" w:cs="Arial"/>
          <w:b/>
          <w:spacing w:val="20"/>
          <w:sz w:val="24"/>
          <w:szCs w:val="24"/>
        </w:rPr>
      </w:pPr>
      <w:r w:rsidRPr="006A1801">
        <w:rPr>
          <w:rFonts w:ascii="Arial" w:hAnsi="Arial" w:cs="Arial"/>
          <w:b/>
          <w:spacing w:val="20"/>
          <w:sz w:val="24"/>
          <w:szCs w:val="24"/>
        </w:rPr>
        <w:t>WNIOSEK</w:t>
      </w:r>
    </w:p>
    <w:p w14:paraId="7A7A2AE9" w14:textId="77777777" w:rsidR="00B23832" w:rsidRDefault="006A1801" w:rsidP="00B238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1801">
        <w:rPr>
          <w:rFonts w:ascii="Arial" w:hAnsi="Arial" w:cs="Arial"/>
          <w:b/>
          <w:sz w:val="24"/>
          <w:szCs w:val="24"/>
        </w:rPr>
        <w:t>O</w:t>
      </w:r>
      <w:r w:rsidR="00011977">
        <w:rPr>
          <w:rFonts w:ascii="Arial" w:hAnsi="Arial" w:cs="Arial"/>
          <w:b/>
          <w:sz w:val="24"/>
          <w:szCs w:val="24"/>
        </w:rPr>
        <w:t xml:space="preserve"> </w:t>
      </w:r>
      <w:bookmarkStart w:id="0" w:name="_Hlk184974042"/>
      <w:bookmarkStart w:id="1" w:name="_Hlk202779438"/>
      <w:r w:rsidRPr="006A1801">
        <w:rPr>
          <w:rFonts w:ascii="Arial" w:hAnsi="Arial" w:cs="Arial"/>
          <w:b/>
          <w:sz w:val="24"/>
          <w:szCs w:val="24"/>
        </w:rPr>
        <w:t>DOFINANSOWANI</w:t>
      </w:r>
      <w:r w:rsidR="00B23832">
        <w:rPr>
          <w:rFonts w:ascii="Arial" w:hAnsi="Arial" w:cs="Arial"/>
          <w:b/>
          <w:sz w:val="24"/>
          <w:szCs w:val="24"/>
        </w:rPr>
        <w:t>E</w:t>
      </w:r>
      <w:r w:rsidRPr="006A1801">
        <w:rPr>
          <w:rFonts w:ascii="Arial" w:hAnsi="Arial" w:cs="Arial"/>
          <w:b/>
          <w:sz w:val="24"/>
          <w:szCs w:val="24"/>
        </w:rPr>
        <w:t xml:space="preserve"> WYNAGRODZENIA ZA ZATRUDNIENIE</w:t>
      </w:r>
      <w:r w:rsidR="006F6567">
        <w:rPr>
          <w:rFonts w:ascii="Arial" w:hAnsi="Arial" w:cs="Arial"/>
          <w:b/>
          <w:sz w:val="24"/>
          <w:szCs w:val="24"/>
        </w:rPr>
        <w:t xml:space="preserve"> </w:t>
      </w:r>
    </w:p>
    <w:p w14:paraId="1045AB69" w14:textId="086DE1C0" w:rsidR="006023CE" w:rsidRDefault="006F6567" w:rsidP="00B238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SKIEROWANEGO</w:t>
      </w:r>
      <w:r w:rsidR="006A1801" w:rsidRPr="006A1801">
        <w:rPr>
          <w:rFonts w:ascii="Arial" w:hAnsi="Arial" w:cs="Arial"/>
          <w:b/>
          <w:sz w:val="24"/>
          <w:szCs w:val="24"/>
        </w:rPr>
        <w:t xml:space="preserve"> BEZROBOTNEGO, KTÓRY UKOŃCZYŁ 50 ROK ŻYCIA</w:t>
      </w:r>
      <w:bookmarkEnd w:id="0"/>
      <w:r w:rsidR="006023CE">
        <w:rPr>
          <w:rFonts w:ascii="Arial" w:hAnsi="Arial" w:cs="Arial"/>
          <w:b/>
          <w:sz w:val="24"/>
          <w:szCs w:val="24"/>
        </w:rPr>
        <w:t>,</w:t>
      </w:r>
    </w:p>
    <w:p w14:paraId="65B72A0E" w14:textId="3E0B5611" w:rsidR="006A1801" w:rsidRPr="006A1801" w:rsidRDefault="006023CE" w:rsidP="006F65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Hlk202769355"/>
      <w:r>
        <w:rPr>
          <w:rFonts w:ascii="Arial" w:hAnsi="Arial" w:cs="Arial"/>
          <w:b/>
          <w:sz w:val="24"/>
          <w:szCs w:val="24"/>
        </w:rPr>
        <w:t xml:space="preserve">  a nie ukończył 60 lat – w przypadku kobiety lub 65 lat – w przypadku mężczyzny </w:t>
      </w:r>
    </w:p>
    <w:bookmarkEnd w:id="1"/>
    <w:bookmarkEnd w:id="2"/>
    <w:p w14:paraId="299C07FF" w14:textId="77777777" w:rsidR="00E10F80" w:rsidRDefault="00E10F80" w:rsidP="006A1801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A301DAD" w14:textId="77777777" w:rsidR="00EF7BE7" w:rsidRDefault="00EF7BE7" w:rsidP="006A1801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19FC58FB" w14:textId="77777777" w:rsidR="006A1801" w:rsidRDefault="006A1801" w:rsidP="006A18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E10F80">
        <w:rPr>
          <w:rFonts w:ascii="Arial" w:hAnsi="Arial" w:cs="Arial"/>
          <w:b/>
          <w:sz w:val="18"/>
          <w:szCs w:val="18"/>
        </w:rPr>
        <w:t>Podstawa prawna:</w:t>
      </w:r>
    </w:p>
    <w:p w14:paraId="3EC9427F" w14:textId="77777777" w:rsidR="00180FC1" w:rsidRPr="00E10F80" w:rsidRDefault="00180FC1" w:rsidP="006A18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B090B6" w14:textId="2E8FB6BB" w:rsidR="006703FF" w:rsidRPr="006F6567" w:rsidRDefault="006A1801" w:rsidP="00754D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iCs/>
          <w:sz w:val="18"/>
          <w:szCs w:val="18"/>
        </w:rPr>
      </w:pPr>
      <w:r w:rsidRPr="006703FF">
        <w:rPr>
          <w:rFonts w:ascii="Arial" w:hAnsi="Arial" w:cs="Arial"/>
          <w:iCs/>
          <w:sz w:val="18"/>
          <w:szCs w:val="18"/>
        </w:rPr>
        <w:t xml:space="preserve">art. </w:t>
      </w:r>
      <w:r w:rsidR="006F6567">
        <w:rPr>
          <w:rFonts w:ascii="Arial" w:hAnsi="Arial" w:cs="Arial"/>
          <w:iCs/>
          <w:sz w:val="18"/>
          <w:szCs w:val="18"/>
        </w:rPr>
        <w:t>141</w:t>
      </w:r>
      <w:r w:rsidRPr="006703FF">
        <w:rPr>
          <w:rFonts w:ascii="Arial" w:hAnsi="Arial" w:cs="Arial"/>
          <w:iCs/>
          <w:sz w:val="18"/>
          <w:szCs w:val="18"/>
        </w:rPr>
        <w:t xml:space="preserve">  ustawy z dnia </w:t>
      </w:r>
      <w:r w:rsidR="006A1148">
        <w:rPr>
          <w:rFonts w:ascii="Arial" w:hAnsi="Arial" w:cs="Arial"/>
          <w:iCs/>
          <w:sz w:val="18"/>
          <w:szCs w:val="18"/>
        </w:rPr>
        <w:t>2</w:t>
      </w:r>
      <w:r w:rsidR="006F6567">
        <w:rPr>
          <w:rFonts w:ascii="Arial" w:hAnsi="Arial" w:cs="Arial"/>
          <w:iCs/>
          <w:sz w:val="18"/>
          <w:szCs w:val="18"/>
        </w:rPr>
        <w:t>0 marca</w:t>
      </w:r>
      <w:r w:rsidRPr="006703FF">
        <w:rPr>
          <w:rFonts w:ascii="Arial" w:hAnsi="Arial" w:cs="Arial"/>
          <w:iCs/>
          <w:sz w:val="18"/>
          <w:szCs w:val="18"/>
        </w:rPr>
        <w:t xml:space="preserve"> 20</w:t>
      </w:r>
      <w:r w:rsidR="006F6567">
        <w:rPr>
          <w:rFonts w:ascii="Arial" w:hAnsi="Arial" w:cs="Arial"/>
          <w:iCs/>
          <w:sz w:val="18"/>
          <w:szCs w:val="18"/>
        </w:rPr>
        <w:t>25</w:t>
      </w:r>
      <w:r w:rsidRPr="006703FF">
        <w:rPr>
          <w:rFonts w:ascii="Arial" w:hAnsi="Arial" w:cs="Arial"/>
          <w:iCs/>
          <w:sz w:val="18"/>
          <w:szCs w:val="18"/>
        </w:rPr>
        <w:t xml:space="preserve"> r. o </w:t>
      </w:r>
      <w:r w:rsidR="006F6567">
        <w:rPr>
          <w:rFonts w:ascii="Arial" w:hAnsi="Arial" w:cs="Arial"/>
          <w:iCs/>
          <w:sz w:val="18"/>
          <w:szCs w:val="18"/>
        </w:rPr>
        <w:t xml:space="preserve">rynku pracy i służbach zatrudnienia </w:t>
      </w:r>
      <w:r w:rsidRPr="006703FF">
        <w:rPr>
          <w:rFonts w:ascii="Arial" w:hAnsi="Arial" w:cs="Arial"/>
          <w:bCs/>
          <w:iCs/>
          <w:sz w:val="18"/>
          <w:szCs w:val="18"/>
        </w:rPr>
        <w:t>(Dz. U. z 202</w:t>
      </w:r>
      <w:r w:rsidR="006F6567">
        <w:rPr>
          <w:rFonts w:ascii="Arial" w:hAnsi="Arial" w:cs="Arial"/>
          <w:bCs/>
          <w:iCs/>
          <w:sz w:val="18"/>
          <w:szCs w:val="18"/>
        </w:rPr>
        <w:t>5</w:t>
      </w:r>
      <w:r w:rsidRPr="006703FF">
        <w:rPr>
          <w:rFonts w:ascii="Arial" w:hAnsi="Arial" w:cs="Arial"/>
          <w:bCs/>
          <w:iCs/>
          <w:sz w:val="18"/>
          <w:szCs w:val="18"/>
        </w:rPr>
        <w:t xml:space="preserve">, poz. </w:t>
      </w:r>
      <w:r w:rsidR="00B912E9">
        <w:rPr>
          <w:rFonts w:ascii="Arial" w:hAnsi="Arial" w:cs="Arial"/>
          <w:bCs/>
          <w:iCs/>
          <w:sz w:val="18"/>
          <w:szCs w:val="18"/>
        </w:rPr>
        <w:t>620</w:t>
      </w:r>
      <w:r w:rsidR="006F6567">
        <w:rPr>
          <w:rFonts w:ascii="Arial" w:hAnsi="Arial" w:cs="Arial"/>
          <w:bCs/>
          <w:iCs/>
          <w:sz w:val="18"/>
          <w:szCs w:val="18"/>
        </w:rPr>
        <w:t>.)</w:t>
      </w:r>
    </w:p>
    <w:p w14:paraId="7BF672F6" w14:textId="15DE25BF" w:rsidR="006703FF" w:rsidRPr="006703FF" w:rsidRDefault="006703FF" w:rsidP="00754D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iCs/>
          <w:sz w:val="18"/>
          <w:szCs w:val="18"/>
        </w:rPr>
      </w:pPr>
      <w:bookmarkStart w:id="3" w:name="_Hlk202778578"/>
      <w:r>
        <w:rPr>
          <w:rFonts w:ascii="Arial" w:hAnsi="Arial" w:cs="Arial"/>
          <w:sz w:val="18"/>
          <w:szCs w:val="18"/>
        </w:rPr>
        <w:t>r</w:t>
      </w:r>
      <w:r w:rsidRPr="006703FF">
        <w:rPr>
          <w:rFonts w:ascii="Arial" w:hAnsi="Arial" w:cs="Arial"/>
          <w:sz w:val="18"/>
          <w:szCs w:val="18"/>
        </w:rPr>
        <w:t>ozporządzeni</w:t>
      </w:r>
      <w:r>
        <w:rPr>
          <w:rFonts w:ascii="Arial" w:hAnsi="Arial" w:cs="Arial"/>
          <w:sz w:val="18"/>
          <w:szCs w:val="18"/>
        </w:rPr>
        <w:t>e</w:t>
      </w:r>
      <w:r w:rsidRPr="006703FF">
        <w:rPr>
          <w:rFonts w:ascii="Arial" w:hAnsi="Arial" w:cs="Arial"/>
          <w:sz w:val="18"/>
          <w:szCs w:val="18"/>
        </w:rPr>
        <w:t xml:space="preserve"> Komisji (UE) 2023/2831 z dnia 13 grudnia 2023 r. w sprawie stosowania art. 107 i 108 Traktatu </w:t>
      </w:r>
      <w:r>
        <w:rPr>
          <w:rFonts w:ascii="Arial" w:hAnsi="Arial" w:cs="Arial"/>
          <w:sz w:val="18"/>
          <w:szCs w:val="18"/>
        </w:rPr>
        <w:t xml:space="preserve">                                     </w:t>
      </w:r>
      <w:r w:rsidRPr="006703FF">
        <w:rPr>
          <w:rFonts w:ascii="Arial" w:hAnsi="Arial" w:cs="Arial"/>
          <w:sz w:val="18"/>
          <w:szCs w:val="18"/>
        </w:rPr>
        <w:t>o funkcjonowaniu Unii Europejskiej do pomocy de minimis (Dz. U. UE.L.2023.2831 z dnia 15.12.2023 r.)</w:t>
      </w:r>
      <w:r>
        <w:rPr>
          <w:rFonts w:ascii="Arial" w:hAnsi="Arial" w:cs="Arial"/>
          <w:sz w:val="18"/>
          <w:szCs w:val="18"/>
        </w:rPr>
        <w:t>,</w:t>
      </w:r>
    </w:p>
    <w:p w14:paraId="4DC62C0D" w14:textId="66014576" w:rsidR="006703FF" w:rsidRPr="006703FF" w:rsidRDefault="006703FF" w:rsidP="00754D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iCs/>
          <w:sz w:val="18"/>
          <w:szCs w:val="18"/>
        </w:rPr>
      </w:pPr>
      <w:r w:rsidRPr="006703FF">
        <w:rPr>
          <w:rFonts w:ascii="Arial" w:hAnsi="Arial" w:cs="Arial"/>
          <w:iCs/>
          <w:sz w:val="18"/>
          <w:szCs w:val="18"/>
        </w:rPr>
        <w:t>rozporządzeni</w:t>
      </w:r>
      <w:r>
        <w:rPr>
          <w:rFonts w:ascii="Arial" w:hAnsi="Arial" w:cs="Arial"/>
          <w:iCs/>
          <w:sz w:val="18"/>
          <w:szCs w:val="18"/>
        </w:rPr>
        <w:t>e</w:t>
      </w:r>
      <w:r w:rsidRPr="006703FF">
        <w:rPr>
          <w:rFonts w:ascii="Arial" w:hAnsi="Arial" w:cs="Arial"/>
          <w:iCs/>
          <w:sz w:val="18"/>
          <w:szCs w:val="18"/>
        </w:rPr>
        <w:t xml:space="preserve"> Komisji (UE)  nr 1408/2013 z dnia 18 grudnia 2013r. w sprawie stosowania art. 107 i 108 Traktatu </w:t>
      </w:r>
      <w:r w:rsidRPr="006703FF">
        <w:rPr>
          <w:rFonts w:ascii="Arial" w:hAnsi="Arial" w:cs="Arial"/>
          <w:iCs/>
          <w:sz w:val="18"/>
          <w:szCs w:val="18"/>
        </w:rPr>
        <w:br/>
        <w:t xml:space="preserve">o funkcjonowaniu Unii Europejskiej do pomocy de minimis w sektorze rolnym (z. Urz. UE L 352 z 24.12.2013, str. 9 </w:t>
      </w:r>
      <w:r>
        <w:rPr>
          <w:rFonts w:ascii="Arial" w:hAnsi="Arial" w:cs="Arial"/>
          <w:iCs/>
          <w:sz w:val="18"/>
          <w:szCs w:val="18"/>
        </w:rPr>
        <w:t xml:space="preserve">                                </w:t>
      </w:r>
      <w:r w:rsidRPr="006703FF">
        <w:rPr>
          <w:rFonts w:ascii="Arial" w:hAnsi="Arial" w:cs="Arial"/>
          <w:iCs/>
          <w:sz w:val="18"/>
          <w:szCs w:val="18"/>
        </w:rPr>
        <w:t>z późn. zm.),</w:t>
      </w:r>
    </w:p>
    <w:p w14:paraId="71D2FC01" w14:textId="7D580BE7" w:rsidR="006A1801" w:rsidRPr="00180FC1" w:rsidRDefault="006A1801" w:rsidP="00754D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iCs/>
          <w:sz w:val="18"/>
          <w:szCs w:val="18"/>
        </w:rPr>
      </w:pPr>
      <w:r w:rsidRPr="006703FF">
        <w:rPr>
          <w:rFonts w:ascii="Arial" w:hAnsi="Arial" w:cs="Arial"/>
          <w:iCs/>
          <w:sz w:val="18"/>
          <w:szCs w:val="18"/>
        </w:rPr>
        <w:t>rozporządzeni</w:t>
      </w:r>
      <w:r w:rsidR="006703FF">
        <w:rPr>
          <w:rFonts w:ascii="Arial" w:hAnsi="Arial" w:cs="Arial"/>
          <w:iCs/>
          <w:sz w:val="18"/>
          <w:szCs w:val="18"/>
        </w:rPr>
        <w:t>e</w:t>
      </w:r>
      <w:r w:rsidRPr="006703FF">
        <w:rPr>
          <w:rFonts w:ascii="Arial" w:hAnsi="Arial" w:cs="Arial"/>
          <w:iCs/>
          <w:sz w:val="18"/>
          <w:szCs w:val="18"/>
        </w:rPr>
        <w:t xml:space="preserve"> Komisji (UE) Nr 717/2014 z dnia 27 czerwca 2014 r. w sprawie stosowania art. 107 i 108 Traktatu </w:t>
      </w:r>
      <w:r w:rsidR="00E10F80" w:rsidRPr="006703FF">
        <w:rPr>
          <w:rFonts w:ascii="Arial" w:hAnsi="Arial" w:cs="Arial"/>
          <w:iCs/>
          <w:sz w:val="18"/>
          <w:szCs w:val="18"/>
        </w:rPr>
        <w:br/>
      </w:r>
      <w:r w:rsidRPr="006703FF">
        <w:rPr>
          <w:rFonts w:ascii="Arial" w:hAnsi="Arial" w:cs="Arial"/>
          <w:iCs/>
          <w:sz w:val="18"/>
          <w:szCs w:val="18"/>
        </w:rPr>
        <w:t>o funkcjonowaniu Unii Europejskiej do pomocy de minimis w sektorze rybołówstwa i akwakultury (Dz.</w:t>
      </w:r>
      <w:r w:rsidR="00754DDC">
        <w:rPr>
          <w:rFonts w:ascii="Arial" w:hAnsi="Arial" w:cs="Arial"/>
          <w:iCs/>
          <w:sz w:val="18"/>
          <w:szCs w:val="18"/>
        </w:rPr>
        <w:t xml:space="preserve"> </w:t>
      </w:r>
      <w:r w:rsidRPr="006703FF">
        <w:rPr>
          <w:rFonts w:ascii="Arial" w:hAnsi="Arial" w:cs="Arial"/>
          <w:iCs/>
          <w:sz w:val="18"/>
          <w:szCs w:val="18"/>
        </w:rPr>
        <w:t xml:space="preserve">Urz. UE L 190 </w:t>
      </w:r>
      <w:r w:rsidR="00E10F80" w:rsidRPr="006703FF">
        <w:rPr>
          <w:rFonts w:ascii="Arial" w:hAnsi="Arial" w:cs="Arial"/>
          <w:iCs/>
          <w:sz w:val="18"/>
          <w:szCs w:val="18"/>
        </w:rPr>
        <w:br/>
      </w:r>
      <w:r w:rsidRPr="006703FF">
        <w:rPr>
          <w:rFonts w:ascii="Arial" w:hAnsi="Arial" w:cs="Arial"/>
          <w:iCs/>
          <w:sz w:val="18"/>
          <w:szCs w:val="18"/>
        </w:rPr>
        <w:t>z 28.06.2014 z późn. zm.).</w:t>
      </w:r>
    </w:p>
    <w:p w14:paraId="44F69B6A" w14:textId="2AB3922A" w:rsidR="00180FC1" w:rsidRPr="006703FF" w:rsidRDefault="00180FC1" w:rsidP="00180F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18"/>
          <w:szCs w:val="18"/>
        </w:rPr>
      </w:pPr>
    </w:p>
    <w:bookmarkEnd w:id="3"/>
    <w:p w14:paraId="461A9CFC" w14:textId="77777777" w:rsidR="006A1801" w:rsidRPr="00E10F80" w:rsidRDefault="006A1801" w:rsidP="006A1801">
      <w:pPr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Arial" w:hAnsi="Arial" w:cs="Arial"/>
          <w:sz w:val="18"/>
          <w:szCs w:val="18"/>
        </w:rPr>
      </w:pPr>
      <w:r w:rsidRPr="00E10F80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51612FA7" w14:textId="77777777" w:rsidR="00E10F80" w:rsidRDefault="00E10F80" w:rsidP="006A18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1B3332FA" w14:textId="77777777" w:rsidR="00A7408C" w:rsidRDefault="00A7408C" w:rsidP="006A18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6055BAC" w14:textId="627E1D34" w:rsidR="006A1801" w:rsidRPr="00180FC1" w:rsidRDefault="00845957" w:rsidP="006A18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80FC1">
        <w:rPr>
          <w:rFonts w:ascii="Arial" w:hAnsi="Arial" w:cs="Arial"/>
          <w:b/>
          <w:sz w:val="20"/>
          <w:szCs w:val="20"/>
        </w:rPr>
        <w:t>UWAGA</w:t>
      </w:r>
      <w:r w:rsidR="00EF7BE7" w:rsidRPr="00180FC1">
        <w:rPr>
          <w:rFonts w:ascii="Arial" w:hAnsi="Arial" w:cs="Arial"/>
          <w:b/>
          <w:sz w:val="20"/>
          <w:szCs w:val="20"/>
        </w:rPr>
        <w:t>:</w:t>
      </w:r>
    </w:p>
    <w:p w14:paraId="5D7A6316" w14:textId="77777777" w:rsidR="00EF7BE7" w:rsidRPr="00180FC1" w:rsidRDefault="00EF7BE7" w:rsidP="00EF7B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2CDE5B" w14:textId="78764D34" w:rsidR="00EF7BE7" w:rsidRPr="00180FC1" w:rsidRDefault="00A60801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 xml:space="preserve">Wniosek należy wypełnić w </w:t>
      </w:r>
      <w:r w:rsidR="00EF7BE7" w:rsidRPr="00180FC1">
        <w:rPr>
          <w:rFonts w:ascii="Arial" w:eastAsia="Times New Roman" w:hAnsi="Arial" w:cs="Arial"/>
          <w:sz w:val="20"/>
          <w:szCs w:val="20"/>
          <w:lang w:eastAsia="pl-PL"/>
        </w:rPr>
        <w:t>komputerowo bądź wyraźnym, drukowanym pismem.</w:t>
      </w:r>
    </w:p>
    <w:p w14:paraId="35784F48" w14:textId="7DBCAC6E" w:rsidR="00EF7BE7" w:rsidRPr="00180FC1" w:rsidRDefault="00EF7BE7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>Wszelkie poprawki należy dokonywać poprzez skreślenie i zaparafowanie.</w:t>
      </w:r>
    </w:p>
    <w:p w14:paraId="6EED5DFF" w14:textId="77777777" w:rsidR="00EF7BE7" w:rsidRPr="00180FC1" w:rsidRDefault="00EF7BE7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 xml:space="preserve">Wnioskodawca udziela odpowiedzi na każdy punkt we wniosku, jeżeli informacje zawarte w punkcie </w:t>
      </w:r>
      <w:r w:rsidRPr="00180FC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nie dotyczą wnioskodawcy, należy wpisać: </w:t>
      </w:r>
      <w:r w:rsidR="00A60801" w:rsidRPr="00180FC1">
        <w:rPr>
          <w:rFonts w:ascii="Arial" w:eastAsia="Times New Roman" w:hAnsi="Arial" w:cs="Arial"/>
          <w:sz w:val="20"/>
          <w:szCs w:val="20"/>
          <w:lang w:eastAsia="pl-PL"/>
        </w:rPr>
        <w:t>„nie dotyczy”, „brak”, lub „nie posiadam”.</w:t>
      </w:r>
    </w:p>
    <w:p w14:paraId="7454D2EC" w14:textId="77777777" w:rsidR="00EF7BE7" w:rsidRPr="00180FC1" w:rsidRDefault="00A60801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>Korekta wniosku lub uzupełnienie złożonego wniosku o dokumenty mające wpływ na jego ocenę zarówno pod względem formalnym jak i merytorycznym skutkuje przesunięciem terminu rozpatrzenia wniosku.</w:t>
      </w:r>
    </w:p>
    <w:p w14:paraId="3667A857" w14:textId="77777777" w:rsidR="00EF7BE7" w:rsidRPr="00180FC1" w:rsidRDefault="00EF7BE7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 xml:space="preserve">Nie należy </w:t>
      </w:r>
      <w:r w:rsidRPr="00180FC1">
        <w:rPr>
          <w:rFonts w:ascii="Arial" w:hAnsi="Arial" w:cs="Arial"/>
          <w:sz w:val="20"/>
          <w:szCs w:val="20"/>
        </w:rPr>
        <w:t>modyfikować i usuwać elementów wniosku.</w:t>
      </w:r>
    </w:p>
    <w:p w14:paraId="2AF8BB3F" w14:textId="77777777" w:rsidR="00EF7BE7" w:rsidRPr="00180FC1" w:rsidRDefault="00A60801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>Złożony wniosek nie podlega zwrotowi.</w:t>
      </w:r>
    </w:p>
    <w:p w14:paraId="4EE70E35" w14:textId="2A3FF545" w:rsidR="00A60801" w:rsidRPr="00180FC1" w:rsidRDefault="00A60801" w:rsidP="00754DDC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180FC1">
        <w:rPr>
          <w:rFonts w:ascii="Arial" w:eastAsia="Times New Roman" w:hAnsi="Arial" w:cs="Arial"/>
          <w:sz w:val="20"/>
          <w:szCs w:val="20"/>
          <w:lang w:eastAsia="pl-PL"/>
        </w:rPr>
        <w:t xml:space="preserve">Sam fakt złożenia wniosku nie gwarantuje otrzymania </w:t>
      </w:r>
      <w:r w:rsidR="008A221F" w:rsidRPr="00180FC1">
        <w:rPr>
          <w:rFonts w:ascii="Arial" w:eastAsia="Times New Roman" w:hAnsi="Arial" w:cs="Arial"/>
          <w:sz w:val="20"/>
          <w:szCs w:val="20"/>
          <w:lang w:eastAsia="pl-PL"/>
        </w:rPr>
        <w:t>dofinasowania wynagrodzenia za za</w:t>
      </w:r>
      <w:r w:rsidR="00754DDC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8A221F" w:rsidRPr="00180FC1">
        <w:rPr>
          <w:rFonts w:ascii="Arial" w:eastAsia="Times New Roman" w:hAnsi="Arial" w:cs="Arial"/>
          <w:sz w:val="20"/>
          <w:szCs w:val="20"/>
          <w:lang w:eastAsia="pl-PL"/>
        </w:rPr>
        <w:t>ru</w:t>
      </w:r>
      <w:r w:rsidR="00754DDC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8A221F" w:rsidRPr="00180FC1">
        <w:rPr>
          <w:rFonts w:ascii="Arial" w:eastAsia="Times New Roman" w:hAnsi="Arial" w:cs="Arial"/>
          <w:sz w:val="20"/>
          <w:szCs w:val="20"/>
          <w:lang w:eastAsia="pl-PL"/>
        </w:rPr>
        <w:t>nienie bezrobotnego, który ukończył 50 rok życia</w:t>
      </w:r>
      <w:r w:rsidR="00EF7BE7" w:rsidRPr="00180FC1">
        <w:rPr>
          <w:rFonts w:ascii="Arial" w:eastAsia="Times New Roman" w:hAnsi="Arial" w:cs="Arial"/>
          <w:sz w:val="20"/>
          <w:szCs w:val="20"/>
          <w:lang w:eastAsia="pl-PL"/>
        </w:rPr>
        <w:t xml:space="preserve">, a nie ukończył 60 lat – w przypadku kobiety lub 65 lat </w:t>
      </w:r>
      <w:r w:rsidR="00754D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F7BE7" w:rsidRPr="00180FC1">
        <w:rPr>
          <w:rFonts w:ascii="Arial" w:eastAsia="Times New Roman" w:hAnsi="Arial" w:cs="Arial"/>
          <w:sz w:val="20"/>
          <w:szCs w:val="20"/>
          <w:lang w:eastAsia="pl-PL"/>
        </w:rPr>
        <w:t>– w przypadku mężczyzny.</w:t>
      </w:r>
    </w:p>
    <w:p w14:paraId="4611B95B" w14:textId="77777777" w:rsidR="006A1801" w:rsidRDefault="006A1801" w:rsidP="006A1801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4F67C8F3" w14:textId="77777777" w:rsidR="00180FC1" w:rsidRDefault="00180FC1" w:rsidP="006A1801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7E048C1B" w14:textId="77777777" w:rsidR="00180FC1" w:rsidRDefault="00180FC1" w:rsidP="006A1801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3E15711D" w14:textId="77777777" w:rsidR="00180FC1" w:rsidRDefault="00180FC1" w:rsidP="006A1801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E87E8E0" w14:textId="77777777" w:rsidR="00180FC1" w:rsidRDefault="00180FC1" w:rsidP="006A1801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668C780B" w14:textId="77777777" w:rsidR="00A7408C" w:rsidRDefault="00A7408C" w:rsidP="00E10F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469528" w14:textId="77777777" w:rsidR="00B912E9" w:rsidRDefault="00B912E9" w:rsidP="00E10F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EBE474" w14:textId="77777777" w:rsidR="00754DDC" w:rsidRDefault="00754DDC" w:rsidP="00E10F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F2A156" w14:textId="7A3A7866" w:rsidR="00E10F80" w:rsidRDefault="00E10F80" w:rsidP="00754DDC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E10F80">
        <w:rPr>
          <w:rFonts w:ascii="Arial" w:hAnsi="Arial" w:cs="Arial"/>
          <w:b/>
          <w:bCs/>
          <w:sz w:val="20"/>
          <w:szCs w:val="20"/>
        </w:rPr>
        <w:t>DANE DOTYCZĄCE WNIOSKODAWCY</w:t>
      </w:r>
    </w:p>
    <w:p w14:paraId="698E7E99" w14:textId="77777777" w:rsidR="00E10F80" w:rsidRDefault="00E10F80" w:rsidP="00E10F80">
      <w:pPr>
        <w:pStyle w:val="Akapitzlist"/>
        <w:spacing w:after="0" w:line="240" w:lineRule="auto"/>
        <w:ind w:left="567"/>
        <w:rPr>
          <w:rFonts w:ascii="Arial" w:hAnsi="Arial" w:cs="Arial"/>
          <w:b/>
          <w:bCs/>
          <w:sz w:val="20"/>
          <w:szCs w:val="20"/>
        </w:rPr>
      </w:pPr>
    </w:p>
    <w:p w14:paraId="3BB84174" w14:textId="36578519" w:rsidR="00EF7BE7" w:rsidRDefault="00E10F80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E10F80">
        <w:rPr>
          <w:rFonts w:ascii="Arial" w:hAnsi="Arial" w:cs="Arial"/>
          <w:sz w:val="20"/>
          <w:szCs w:val="20"/>
        </w:rPr>
        <w:t>Pełna</w:t>
      </w:r>
      <w:r>
        <w:rPr>
          <w:rFonts w:ascii="Arial" w:hAnsi="Arial" w:cs="Arial"/>
          <w:sz w:val="20"/>
          <w:szCs w:val="20"/>
        </w:rPr>
        <w:t xml:space="preserve"> nazwa pracodawcy/przedsiębiorcy</w:t>
      </w:r>
      <w:r w:rsidR="00EF7BE7">
        <w:rPr>
          <w:rFonts w:ascii="Arial" w:hAnsi="Arial" w:cs="Arial"/>
          <w:sz w:val="20"/>
          <w:szCs w:val="20"/>
        </w:rPr>
        <w:t xml:space="preserve"> </w:t>
      </w:r>
      <w:r w:rsidR="00EF7BE7" w:rsidRPr="003821F0">
        <w:rPr>
          <w:rFonts w:ascii="Arial" w:hAnsi="Arial" w:cs="Arial"/>
          <w:sz w:val="18"/>
          <w:szCs w:val="18"/>
        </w:rPr>
        <w:t>(niewłaściwe skreślić)</w:t>
      </w:r>
      <w:r w:rsidR="000D34D2" w:rsidRPr="003821F0">
        <w:rPr>
          <w:rFonts w:ascii="Arial" w:hAnsi="Arial" w:cs="Arial"/>
          <w:sz w:val="18"/>
          <w:szCs w:val="18"/>
        </w:rPr>
        <w:t>:</w:t>
      </w:r>
    </w:p>
    <w:p w14:paraId="599D728C" w14:textId="77777777" w:rsidR="00EF7BE7" w:rsidRDefault="00EF7BE7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5B4B2493" w14:textId="165C69F4" w:rsidR="00E10F80" w:rsidRDefault="00E10F80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F7BE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EF7BE7">
        <w:rPr>
          <w:rFonts w:ascii="Arial" w:hAnsi="Arial" w:cs="Arial"/>
          <w:sz w:val="20"/>
          <w:szCs w:val="20"/>
        </w:rPr>
        <w:t>……</w:t>
      </w:r>
      <w:r w:rsidRPr="00EF7BE7">
        <w:rPr>
          <w:rFonts w:ascii="Arial" w:hAnsi="Arial" w:cs="Arial"/>
          <w:sz w:val="20"/>
          <w:szCs w:val="20"/>
        </w:rPr>
        <w:t>.</w:t>
      </w:r>
    </w:p>
    <w:p w14:paraId="265B6C0D" w14:textId="77777777" w:rsidR="00EF7BE7" w:rsidRDefault="00EF7BE7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4F998D27" w14:textId="1C925772" w:rsidR="00EF7BE7" w:rsidRPr="00EF7BE7" w:rsidRDefault="00EF7BE7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3D00A9C1" w14:textId="77777777" w:rsidR="00E10F80" w:rsidRDefault="00E10F80" w:rsidP="00E10F80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3CE638BC" w14:textId="39CAB1E6" w:rsidR="00EF7BE7" w:rsidRDefault="003D376B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siedziby </w:t>
      </w:r>
      <w:r w:rsidR="00EF7BE7">
        <w:rPr>
          <w:rFonts w:ascii="Arial" w:hAnsi="Arial" w:cs="Arial"/>
          <w:sz w:val="20"/>
          <w:szCs w:val="20"/>
        </w:rPr>
        <w:t>wnioskodawcy</w:t>
      </w:r>
      <w:r w:rsidR="000D34D2">
        <w:rPr>
          <w:rFonts w:ascii="Arial" w:hAnsi="Arial" w:cs="Arial"/>
          <w:sz w:val="20"/>
          <w:szCs w:val="20"/>
        </w:rPr>
        <w:t>:</w:t>
      </w:r>
    </w:p>
    <w:p w14:paraId="1F08A120" w14:textId="77777777" w:rsidR="00EF7BE7" w:rsidRDefault="00EF7BE7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17C23A61" w14:textId="19181AF4" w:rsidR="003D376B" w:rsidRDefault="003D376B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F7BE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F7BE7">
        <w:rPr>
          <w:rFonts w:ascii="Arial" w:hAnsi="Arial" w:cs="Arial"/>
          <w:sz w:val="20"/>
          <w:szCs w:val="20"/>
        </w:rPr>
        <w:t>………</w:t>
      </w:r>
    </w:p>
    <w:p w14:paraId="4F95CAB3" w14:textId="77777777" w:rsidR="00F01A6D" w:rsidRDefault="00F01A6D" w:rsidP="006F6567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05EF9CFA" w14:textId="6A2AD557" w:rsidR="00EF7BE7" w:rsidRDefault="00EF7BE7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prowadzenia działalności:</w:t>
      </w:r>
    </w:p>
    <w:p w14:paraId="3ECF2728" w14:textId="77777777" w:rsidR="00EF7BE7" w:rsidRPr="00EF7BE7" w:rsidRDefault="00EF7BE7" w:rsidP="00EF7B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867F27" w14:textId="2F44892C" w:rsidR="00EF7BE7" w:rsidRDefault="00EF7BE7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F908DA9" w14:textId="77777777" w:rsidR="00EF7BE7" w:rsidRDefault="00EF7BE7" w:rsidP="00EF7BE7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19259DE3" w14:textId="77777777" w:rsidR="003821F0" w:rsidRDefault="003821F0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formy organizacyjno-prawnej prowadzonej działalności:</w:t>
      </w:r>
    </w:p>
    <w:p w14:paraId="5326DCAA" w14:textId="77777777" w:rsidR="003821F0" w:rsidRDefault="003821F0" w:rsidP="003821F0">
      <w:pPr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14EC3F60" w14:textId="77777777" w:rsidR="003821F0" w:rsidRDefault="003821F0" w:rsidP="003821F0">
      <w:pPr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</w:t>
      </w:r>
    </w:p>
    <w:p w14:paraId="5DF9BF8F" w14:textId="26585450" w:rsidR="003821F0" w:rsidRDefault="003821F0" w:rsidP="009559FE">
      <w:pPr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3821F0">
        <w:rPr>
          <w:rFonts w:ascii="Arial" w:hAnsi="Arial" w:cs="Arial"/>
          <w:sz w:val="18"/>
          <w:szCs w:val="18"/>
        </w:rPr>
        <w:t>(przedsiębiorstwo państwowe, spółdzielnia, spółka akcyjna, spółka z o.o., spółka jawna, osoba fizyczna prowadząca działalność gospodarczą jednostka budżetowa</w:t>
      </w:r>
      <w:r>
        <w:rPr>
          <w:rFonts w:ascii="Arial" w:hAnsi="Arial" w:cs="Arial"/>
          <w:sz w:val="18"/>
          <w:szCs w:val="18"/>
        </w:rPr>
        <w:t>,</w:t>
      </w:r>
      <w:r w:rsidRPr="003821F0">
        <w:rPr>
          <w:rFonts w:ascii="Arial" w:hAnsi="Arial" w:cs="Arial"/>
          <w:sz w:val="18"/>
          <w:szCs w:val="18"/>
        </w:rPr>
        <w:t xml:space="preserve"> itp.</w:t>
      </w:r>
      <w:r>
        <w:rPr>
          <w:rFonts w:ascii="Arial" w:hAnsi="Arial" w:cs="Arial"/>
          <w:sz w:val="18"/>
          <w:szCs w:val="18"/>
        </w:rPr>
        <w:t xml:space="preserve"> – wpisać właściwe</w:t>
      </w:r>
      <w:r w:rsidRPr="003821F0">
        <w:rPr>
          <w:rFonts w:ascii="Arial" w:hAnsi="Arial" w:cs="Arial"/>
          <w:sz w:val="18"/>
          <w:szCs w:val="18"/>
        </w:rPr>
        <w:t>)</w:t>
      </w:r>
    </w:p>
    <w:p w14:paraId="51AC1A37" w14:textId="77777777" w:rsidR="00326CED" w:rsidRPr="009559FE" w:rsidRDefault="00326CED" w:rsidP="009559FE">
      <w:pPr>
        <w:spacing w:after="0" w:line="240" w:lineRule="auto"/>
        <w:ind w:left="567"/>
        <w:rPr>
          <w:rFonts w:ascii="Arial" w:hAnsi="Arial" w:cs="Arial"/>
          <w:sz w:val="18"/>
          <w:szCs w:val="18"/>
        </w:rPr>
      </w:pPr>
    </w:p>
    <w:p w14:paraId="3C07334B" w14:textId="77777777" w:rsidR="003821F0" w:rsidRDefault="003821F0" w:rsidP="003821F0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267FEF58" w14:textId="29DB5287" w:rsidR="00EF7BE7" w:rsidRDefault="000D34D2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0D34D2">
        <w:rPr>
          <w:rFonts w:ascii="Arial" w:hAnsi="Arial" w:cs="Arial"/>
          <w:sz w:val="20"/>
          <w:szCs w:val="20"/>
        </w:rPr>
        <w:t>Numer identyfikacji podatkowej NIP</w:t>
      </w:r>
      <w:r>
        <w:rPr>
          <w:rFonts w:ascii="Arial" w:hAnsi="Arial" w:cs="Arial"/>
          <w:sz w:val="20"/>
          <w:szCs w:val="20"/>
        </w:rPr>
        <w:t>:</w:t>
      </w:r>
      <w:r w:rsidRPr="000D34D2">
        <w:rPr>
          <w:rFonts w:ascii="Arial" w:hAnsi="Arial" w:cs="Arial"/>
          <w:sz w:val="20"/>
          <w:szCs w:val="20"/>
        </w:rPr>
        <w:t xml:space="preserve"> </w:t>
      </w:r>
      <w:r w:rsidR="001F32A6">
        <w:rPr>
          <w:rFonts w:ascii="Arial" w:hAnsi="Arial" w:cs="Arial"/>
          <w:sz w:val="20"/>
          <w:szCs w:val="20"/>
        </w:rPr>
        <w:t xml:space="preserve">___   ___   ___  ___  ___  ___  ___  </w:t>
      </w:r>
    </w:p>
    <w:p w14:paraId="4B28590F" w14:textId="77777777" w:rsidR="00EF7BE7" w:rsidRDefault="00EF7BE7" w:rsidP="00EF7BE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60A9FEAF" w14:textId="77777777" w:rsidR="00EF7BE7" w:rsidRPr="00EF7BE7" w:rsidRDefault="00EF7BE7" w:rsidP="00EF7BE7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6CF5162" w14:textId="3BCF6197" w:rsidR="00EF7BE7" w:rsidRDefault="000D34D2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EF7BE7">
        <w:rPr>
          <w:rFonts w:ascii="Arial" w:hAnsi="Arial" w:cs="Arial"/>
          <w:sz w:val="20"/>
          <w:szCs w:val="20"/>
        </w:rPr>
        <w:t>Numer</w:t>
      </w:r>
      <w:r w:rsidR="00EF7BE7">
        <w:rPr>
          <w:rFonts w:ascii="Arial" w:hAnsi="Arial" w:cs="Arial"/>
          <w:sz w:val="20"/>
          <w:szCs w:val="20"/>
        </w:rPr>
        <w:t xml:space="preserve"> statystyczny</w:t>
      </w:r>
      <w:r w:rsidRPr="00EF7BE7">
        <w:rPr>
          <w:rFonts w:ascii="Arial" w:hAnsi="Arial" w:cs="Arial"/>
          <w:sz w:val="20"/>
          <w:szCs w:val="20"/>
        </w:rPr>
        <w:t xml:space="preserve"> </w:t>
      </w:r>
      <w:r w:rsidR="00106791" w:rsidRPr="00EF7BE7">
        <w:rPr>
          <w:rFonts w:ascii="Arial" w:hAnsi="Arial" w:cs="Arial"/>
          <w:sz w:val="20"/>
          <w:szCs w:val="20"/>
        </w:rPr>
        <w:t>REGON</w:t>
      </w:r>
      <w:r w:rsidR="00134276" w:rsidRPr="00EF7BE7">
        <w:rPr>
          <w:rFonts w:ascii="Arial" w:hAnsi="Arial" w:cs="Arial"/>
          <w:sz w:val="20"/>
          <w:szCs w:val="20"/>
        </w:rPr>
        <w:t>:</w:t>
      </w:r>
      <w:r w:rsidR="00106791" w:rsidRPr="00EF7BE7">
        <w:rPr>
          <w:rFonts w:ascii="Arial" w:hAnsi="Arial" w:cs="Arial"/>
          <w:sz w:val="20"/>
          <w:szCs w:val="20"/>
        </w:rPr>
        <w:t xml:space="preserve"> </w:t>
      </w:r>
      <w:r w:rsidR="001F32A6" w:rsidRPr="00EF7BE7">
        <w:rPr>
          <w:rFonts w:ascii="Arial" w:hAnsi="Arial" w:cs="Arial"/>
          <w:sz w:val="20"/>
          <w:szCs w:val="20"/>
        </w:rPr>
        <w:t>___   ___   ___  ___  ___  ___</w:t>
      </w:r>
    </w:p>
    <w:p w14:paraId="7BC681BF" w14:textId="77777777" w:rsidR="00EF7BE7" w:rsidRDefault="00EF7BE7" w:rsidP="00EF7B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AE4321" w14:textId="77777777" w:rsidR="00EF7BE7" w:rsidRPr="00EF7BE7" w:rsidRDefault="00EF7BE7" w:rsidP="00EF7B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BF2D67" w14:textId="0C8649F1" w:rsidR="000D34D2" w:rsidRDefault="000D34D2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EF7BE7">
        <w:rPr>
          <w:rFonts w:ascii="Arial" w:hAnsi="Arial" w:cs="Arial"/>
          <w:sz w:val="20"/>
          <w:szCs w:val="20"/>
        </w:rPr>
        <w:t xml:space="preserve">Data rozpoczęcia działalności gospodarczej: </w:t>
      </w:r>
      <w:r w:rsidR="00134276" w:rsidRPr="00EF7BE7">
        <w:rPr>
          <w:rFonts w:ascii="Arial" w:hAnsi="Arial" w:cs="Arial"/>
          <w:sz w:val="20"/>
          <w:szCs w:val="20"/>
        </w:rPr>
        <w:t>_____ - _____ - ___________</w:t>
      </w:r>
    </w:p>
    <w:p w14:paraId="26EFDCCD" w14:textId="77777777" w:rsidR="009559FE" w:rsidRDefault="009559FE" w:rsidP="009559FE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0A5DE583" w14:textId="77777777" w:rsidR="003821F0" w:rsidRDefault="003821F0" w:rsidP="003821F0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6AE45721" w14:textId="0C70C78E" w:rsidR="003821F0" w:rsidRDefault="003821F0" w:rsidP="00754DDC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hAnsi="Arial" w:cs="Arial"/>
          <w:color w:val="C00000"/>
          <w:sz w:val="20"/>
          <w:szCs w:val="20"/>
        </w:rPr>
      </w:pPr>
      <w:r w:rsidRPr="003821F0">
        <w:rPr>
          <w:rFonts w:ascii="Arial" w:hAnsi="Arial" w:cs="Arial"/>
          <w:sz w:val="20"/>
          <w:szCs w:val="20"/>
        </w:rPr>
        <w:t xml:space="preserve">Wnioskodawca </w:t>
      </w:r>
      <w:r w:rsidRPr="00754DDC">
        <w:rPr>
          <w:rFonts w:ascii="Arial" w:hAnsi="Arial" w:cs="Arial"/>
          <w:sz w:val="20"/>
          <w:szCs w:val="20"/>
        </w:rPr>
        <w:t>oświadcza, że</w:t>
      </w:r>
      <w:r w:rsidR="00AB0C5A" w:rsidRPr="00754DDC">
        <w:rPr>
          <w:rFonts w:ascii="Arial" w:hAnsi="Arial" w:cs="Arial"/>
          <w:sz w:val="20"/>
          <w:szCs w:val="20"/>
        </w:rPr>
        <w:t xml:space="preserve">: </w:t>
      </w:r>
      <w:r w:rsidR="00AB0C5A" w:rsidRPr="00754DDC">
        <w:rPr>
          <w:rFonts w:ascii="Arial" w:hAnsi="Arial" w:cs="Arial"/>
          <w:sz w:val="18"/>
          <w:szCs w:val="18"/>
        </w:rPr>
        <w:t>(*</w:t>
      </w:r>
      <w:r w:rsidR="003252A0">
        <w:rPr>
          <w:rFonts w:ascii="Arial" w:hAnsi="Arial" w:cs="Arial"/>
          <w:sz w:val="18"/>
          <w:szCs w:val="18"/>
        </w:rPr>
        <w:t>niepotrzebne</w:t>
      </w:r>
      <w:r w:rsidR="00AB0C5A" w:rsidRPr="00754DDC">
        <w:rPr>
          <w:rFonts w:ascii="Arial" w:hAnsi="Arial" w:cs="Arial"/>
          <w:sz w:val="18"/>
          <w:szCs w:val="18"/>
        </w:rPr>
        <w:t xml:space="preserve"> skreślić)</w:t>
      </w:r>
    </w:p>
    <w:p w14:paraId="54EF8506" w14:textId="77777777" w:rsidR="003821F0" w:rsidRPr="003821F0" w:rsidRDefault="003821F0" w:rsidP="003821F0">
      <w:pPr>
        <w:pStyle w:val="Akapitzlist"/>
        <w:rPr>
          <w:rFonts w:ascii="Arial" w:hAnsi="Arial" w:cs="Arial"/>
          <w:b/>
          <w:bCs/>
          <w:color w:val="C00000"/>
          <w:sz w:val="20"/>
          <w:szCs w:val="20"/>
        </w:rPr>
      </w:pPr>
    </w:p>
    <w:p w14:paraId="06B1437C" w14:textId="12E88513" w:rsidR="000510D0" w:rsidRPr="000510D0" w:rsidRDefault="00AB0C5A" w:rsidP="00754DD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3821F0" w:rsidRPr="003821F0">
        <w:rPr>
          <w:rFonts w:ascii="Arial" w:hAnsi="Arial" w:cs="Arial"/>
          <w:b/>
          <w:bCs/>
          <w:sz w:val="20"/>
          <w:szCs w:val="20"/>
        </w:rPr>
        <w:t>rowadzi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821F0" w:rsidRPr="003821F0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821F0" w:rsidRPr="003821F0">
        <w:rPr>
          <w:rFonts w:ascii="Arial" w:hAnsi="Arial" w:cs="Arial"/>
          <w:b/>
          <w:bCs/>
          <w:sz w:val="20"/>
          <w:szCs w:val="20"/>
        </w:rPr>
        <w:t xml:space="preserve">nie prowadzi* </w:t>
      </w:r>
      <w:r w:rsidR="003821F0" w:rsidRPr="003821F0">
        <w:rPr>
          <w:rFonts w:ascii="Arial" w:hAnsi="Arial" w:cs="Arial"/>
          <w:sz w:val="20"/>
          <w:szCs w:val="20"/>
        </w:rPr>
        <w:t xml:space="preserve">działalność gospodarzą przez okres co najmniej 3 miesięcy bezpośrednio poprzedzających dzień złożenia wniosku </w:t>
      </w:r>
      <w:r w:rsidR="003821F0" w:rsidRPr="003821F0">
        <w:rPr>
          <w:rFonts w:ascii="Arial" w:hAnsi="Arial" w:cs="Arial"/>
          <w:sz w:val="18"/>
          <w:szCs w:val="18"/>
        </w:rPr>
        <w:t>(do wskazanego okresu nie wlicza się okresu zawieszenia działalności gospodarczej)</w:t>
      </w:r>
      <w:r w:rsidR="003821F0">
        <w:rPr>
          <w:rFonts w:ascii="Arial" w:hAnsi="Arial" w:cs="Arial"/>
          <w:sz w:val="18"/>
          <w:szCs w:val="18"/>
        </w:rPr>
        <w:t>,</w:t>
      </w:r>
    </w:p>
    <w:p w14:paraId="61ABF7D0" w14:textId="77777777" w:rsidR="000510D0" w:rsidRPr="000510D0" w:rsidRDefault="000510D0" w:rsidP="000510D0">
      <w:pPr>
        <w:pStyle w:val="Akapitzlist"/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1B0D0EBC" w14:textId="7A9AF515" w:rsidR="000510D0" w:rsidRPr="000510D0" w:rsidRDefault="003821F0" w:rsidP="00754DD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D2A4F">
        <w:rPr>
          <w:rFonts w:ascii="Arial" w:hAnsi="Arial" w:cs="Arial"/>
          <w:b/>
          <w:bCs/>
          <w:sz w:val="20"/>
          <w:szCs w:val="20"/>
        </w:rPr>
        <w:t>rozwiązywał</w:t>
      </w:r>
      <w:r w:rsidR="00AB0C5A" w:rsidRPr="002D2A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2A4F">
        <w:rPr>
          <w:rFonts w:ascii="Arial" w:hAnsi="Arial" w:cs="Arial"/>
          <w:b/>
          <w:bCs/>
          <w:sz w:val="20"/>
          <w:szCs w:val="20"/>
        </w:rPr>
        <w:t>/</w:t>
      </w:r>
      <w:r w:rsidR="00AB0C5A" w:rsidRPr="002D2A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2A4F">
        <w:rPr>
          <w:rFonts w:ascii="Arial" w:hAnsi="Arial" w:cs="Arial"/>
          <w:b/>
          <w:bCs/>
          <w:sz w:val="20"/>
          <w:szCs w:val="20"/>
        </w:rPr>
        <w:t>nie rozwiązywał*</w:t>
      </w:r>
      <w:r w:rsidRPr="002D2A4F">
        <w:rPr>
          <w:rFonts w:ascii="Arial" w:hAnsi="Arial" w:cs="Arial"/>
          <w:sz w:val="20"/>
          <w:szCs w:val="20"/>
        </w:rPr>
        <w:t xml:space="preserve"> stosunków pracy z pracownikami, w drodze wypowiedzenia dokonanego przez wnioskodawcę bądź na mocy porozumienia stron z przyczyn nie dotyczących pracowników w okresie 3 miesięcy bezpośrednio poprzedzających dzień złożenia wniosku</w:t>
      </w:r>
      <w:r w:rsidR="000510D0">
        <w:rPr>
          <w:rFonts w:ascii="Arial" w:hAnsi="Arial" w:cs="Arial"/>
          <w:sz w:val="20"/>
          <w:szCs w:val="20"/>
        </w:rPr>
        <w:t>,</w:t>
      </w:r>
    </w:p>
    <w:p w14:paraId="37F7087A" w14:textId="77777777" w:rsidR="000510D0" w:rsidRPr="000510D0" w:rsidRDefault="000510D0" w:rsidP="000510D0">
      <w:pPr>
        <w:pStyle w:val="Akapitzlist"/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6081A617" w14:textId="458D7100" w:rsidR="003821F0" w:rsidRDefault="00AB0C5A" w:rsidP="00754DDC">
      <w:pPr>
        <w:pStyle w:val="Akapitzlist"/>
        <w:numPr>
          <w:ilvl w:val="0"/>
          <w:numId w:val="14"/>
        </w:numPr>
        <w:tabs>
          <w:tab w:val="left" w:pos="900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D2A4F">
        <w:rPr>
          <w:rFonts w:ascii="Arial" w:hAnsi="Arial" w:cs="Arial"/>
          <w:b/>
          <w:bCs/>
          <w:sz w:val="20"/>
          <w:szCs w:val="20"/>
        </w:rPr>
        <w:t>j</w:t>
      </w:r>
      <w:r w:rsidR="003821F0" w:rsidRPr="002D2A4F">
        <w:rPr>
          <w:rFonts w:ascii="Arial" w:hAnsi="Arial" w:cs="Arial"/>
          <w:b/>
          <w:bCs/>
          <w:sz w:val="20"/>
          <w:szCs w:val="20"/>
        </w:rPr>
        <w:t>est</w:t>
      </w:r>
      <w:r w:rsidRPr="002D2A4F">
        <w:rPr>
          <w:rFonts w:ascii="Arial" w:hAnsi="Arial" w:cs="Arial"/>
          <w:b/>
          <w:bCs/>
          <w:sz w:val="20"/>
          <w:szCs w:val="20"/>
        </w:rPr>
        <w:t xml:space="preserve"> </w:t>
      </w:r>
      <w:r w:rsidR="003821F0" w:rsidRPr="002D2A4F">
        <w:rPr>
          <w:rFonts w:ascii="Arial" w:hAnsi="Arial" w:cs="Arial"/>
          <w:b/>
          <w:bCs/>
          <w:sz w:val="20"/>
          <w:szCs w:val="20"/>
        </w:rPr>
        <w:t xml:space="preserve">/ </w:t>
      </w:r>
      <w:r w:rsidRPr="002D2A4F">
        <w:rPr>
          <w:rFonts w:ascii="Arial" w:hAnsi="Arial" w:cs="Arial"/>
          <w:b/>
          <w:bCs/>
          <w:sz w:val="20"/>
          <w:szCs w:val="20"/>
        </w:rPr>
        <w:t xml:space="preserve">nie </w:t>
      </w:r>
      <w:r w:rsidR="003821F0" w:rsidRPr="002D2A4F">
        <w:rPr>
          <w:rFonts w:ascii="Arial" w:hAnsi="Arial" w:cs="Arial"/>
          <w:b/>
          <w:bCs/>
          <w:sz w:val="20"/>
          <w:szCs w:val="20"/>
        </w:rPr>
        <w:t>jest</w:t>
      </w:r>
      <w:r w:rsidR="003821F0" w:rsidRPr="002D2A4F">
        <w:rPr>
          <w:rFonts w:ascii="Arial" w:hAnsi="Arial" w:cs="Arial"/>
          <w:sz w:val="20"/>
          <w:szCs w:val="20"/>
        </w:rPr>
        <w:t>* dłużnikiem Funduszu Pracy,</w:t>
      </w:r>
    </w:p>
    <w:p w14:paraId="746B3C3B" w14:textId="77777777" w:rsidR="000510D0" w:rsidRPr="002D2A4F" w:rsidRDefault="000510D0" w:rsidP="000510D0">
      <w:pPr>
        <w:pStyle w:val="Akapitzlist"/>
        <w:tabs>
          <w:tab w:val="left" w:pos="9000"/>
        </w:tabs>
        <w:spacing w:after="0" w:line="276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5DF40AC4" w14:textId="4884E5B8" w:rsidR="003C3F62" w:rsidRDefault="003821F0" w:rsidP="00754DDC">
      <w:pPr>
        <w:pStyle w:val="Akapitzlist"/>
        <w:numPr>
          <w:ilvl w:val="0"/>
          <w:numId w:val="14"/>
        </w:numPr>
        <w:tabs>
          <w:tab w:val="left" w:pos="900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2D2A4F">
        <w:rPr>
          <w:rFonts w:ascii="Arial" w:hAnsi="Arial" w:cs="Arial"/>
          <w:b/>
          <w:bCs/>
          <w:sz w:val="20"/>
          <w:szCs w:val="20"/>
        </w:rPr>
        <w:t>toczy się</w:t>
      </w:r>
      <w:r w:rsidR="00AB0C5A" w:rsidRPr="002D2A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2A4F">
        <w:rPr>
          <w:rFonts w:ascii="Arial" w:hAnsi="Arial" w:cs="Arial"/>
          <w:b/>
          <w:bCs/>
          <w:sz w:val="20"/>
          <w:szCs w:val="20"/>
        </w:rPr>
        <w:t xml:space="preserve">/ </w:t>
      </w:r>
      <w:r w:rsidR="00AB0C5A" w:rsidRPr="002D2A4F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2D2A4F">
        <w:rPr>
          <w:rFonts w:ascii="Arial" w:hAnsi="Arial" w:cs="Arial"/>
          <w:b/>
          <w:bCs/>
          <w:sz w:val="20"/>
          <w:szCs w:val="20"/>
        </w:rPr>
        <w:t>toczy się</w:t>
      </w:r>
      <w:r w:rsidRPr="002D2A4F">
        <w:rPr>
          <w:rFonts w:ascii="Arial" w:hAnsi="Arial" w:cs="Arial"/>
          <w:sz w:val="20"/>
          <w:szCs w:val="20"/>
        </w:rPr>
        <w:t>*</w:t>
      </w:r>
      <w:r w:rsidR="002D2A4F">
        <w:rPr>
          <w:rFonts w:ascii="Arial" w:hAnsi="Arial" w:cs="Arial"/>
          <w:sz w:val="20"/>
          <w:szCs w:val="20"/>
        </w:rPr>
        <w:t xml:space="preserve"> w</w:t>
      </w:r>
      <w:r w:rsidRPr="002D2A4F">
        <w:rPr>
          <w:rFonts w:ascii="Arial" w:hAnsi="Arial" w:cs="Arial"/>
          <w:sz w:val="20"/>
          <w:szCs w:val="20"/>
        </w:rPr>
        <w:t xml:space="preserve"> stosunku do wnioskodawcy postępowanie upadłościowe</w:t>
      </w:r>
      <w:r w:rsidR="002D2A4F">
        <w:rPr>
          <w:rFonts w:ascii="Arial" w:hAnsi="Arial" w:cs="Arial"/>
          <w:sz w:val="20"/>
          <w:szCs w:val="20"/>
        </w:rPr>
        <w:br/>
      </w:r>
      <w:r w:rsidRPr="002D2A4F">
        <w:rPr>
          <w:rFonts w:ascii="Arial" w:hAnsi="Arial" w:cs="Arial"/>
          <w:sz w:val="20"/>
          <w:szCs w:val="20"/>
        </w:rPr>
        <w:t xml:space="preserve"> i </w:t>
      </w:r>
      <w:r w:rsidRPr="002D2A4F">
        <w:rPr>
          <w:rFonts w:ascii="Arial" w:hAnsi="Arial" w:cs="Arial"/>
          <w:b/>
          <w:bCs/>
          <w:sz w:val="20"/>
          <w:szCs w:val="20"/>
        </w:rPr>
        <w:t>został</w:t>
      </w:r>
      <w:r w:rsidR="002D2A4F" w:rsidRPr="002D2A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2A4F">
        <w:rPr>
          <w:rFonts w:ascii="Arial" w:hAnsi="Arial" w:cs="Arial"/>
          <w:b/>
          <w:bCs/>
          <w:sz w:val="20"/>
          <w:szCs w:val="20"/>
        </w:rPr>
        <w:t xml:space="preserve">/ </w:t>
      </w:r>
      <w:r w:rsidR="002D2A4F" w:rsidRPr="002D2A4F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2D2A4F">
        <w:rPr>
          <w:rFonts w:ascii="Arial" w:hAnsi="Arial" w:cs="Arial"/>
          <w:b/>
          <w:bCs/>
          <w:sz w:val="20"/>
          <w:szCs w:val="20"/>
        </w:rPr>
        <w:t>został</w:t>
      </w:r>
      <w:r w:rsidRPr="002D2A4F">
        <w:rPr>
          <w:rFonts w:ascii="Arial" w:hAnsi="Arial" w:cs="Arial"/>
          <w:sz w:val="20"/>
          <w:szCs w:val="20"/>
        </w:rPr>
        <w:t>* zgłoszony wniosek o likwidację.</w:t>
      </w:r>
    </w:p>
    <w:p w14:paraId="03E1BF8E" w14:textId="77777777" w:rsidR="000510D0" w:rsidRDefault="000510D0" w:rsidP="000510D0">
      <w:pPr>
        <w:pStyle w:val="Akapitzlist"/>
        <w:tabs>
          <w:tab w:val="left" w:pos="9000"/>
        </w:tabs>
        <w:spacing w:after="0" w:line="276" w:lineRule="auto"/>
        <w:ind w:left="927"/>
        <w:rPr>
          <w:rFonts w:ascii="Arial" w:hAnsi="Arial" w:cs="Arial"/>
          <w:sz w:val="20"/>
          <w:szCs w:val="20"/>
        </w:rPr>
      </w:pPr>
    </w:p>
    <w:p w14:paraId="20AAD25E" w14:textId="2EA6307D" w:rsidR="00BC13C1" w:rsidRPr="00107668" w:rsidRDefault="00107668" w:rsidP="00754DDC">
      <w:pPr>
        <w:pStyle w:val="Akapitzlist"/>
        <w:numPr>
          <w:ilvl w:val="0"/>
          <w:numId w:val="14"/>
        </w:numPr>
        <w:tabs>
          <w:tab w:val="left" w:pos="900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107668">
        <w:rPr>
          <w:rFonts w:ascii="Arial" w:hAnsi="Arial" w:cs="Arial"/>
          <w:sz w:val="20"/>
          <w:szCs w:val="20"/>
        </w:rPr>
        <w:t xml:space="preserve"> okresie 12 miesięcy przed dniem złożenia niniejszego wniosku </w:t>
      </w:r>
      <w:r w:rsidRPr="00107668">
        <w:rPr>
          <w:rFonts w:ascii="Arial" w:hAnsi="Arial" w:cs="Arial"/>
          <w:b/>
          <w:bCs/>
          <w:sz w:val="20"/>
          <w:szCs w:val="20"/>
        </w:rPr>
        <w:t>byłem / nie byłem</w:t>
      </w:r>
      <w:r w:rsidR="00754DDC">
        <w:rPr>
          <w:rFonts w:ascii="Arial" w:hAnsi="Arial" w:cs="Arial"/>
          <w:b/>
          <w:bCs/>
          <w:sz w:val="20"/>
          <w:szCs w:val="20"/>
        </w:rPr>
        <w:t>*</w:t>
      </w:r>
      <w:r w:rsidRPr="00107668">
        <w:rPr>
          <w:rFonts w:ascii="Arial" w:hAnsi="Arial" w:cs="Arial"/>
          <w:sz w:val="20"/>
          <w:szCs w:val="20"/>
        </w:rPr>
        <w:t xml:space="preserve"> organizatorem staż</w:t>
      </w:r>
      <w:r>
        <w:rPr>
          <w:rFonts w:ascii="Arial" w:hAnsi="Arial" w:cs="Arial"/>
          <w:sz w:val="20"/>
          <w:szCs w:val="20"/>
        </w:rPr>
        <w:t xml:space="preserve">u, który </w:t>
      </w:r>
      <w:r w:rsidRPr="00107668">
        <w:rPr>
          <w:rFonts w:ascii="Arial" w:hAnsi="Arial" w:cs="Arial"/>
          <w:b/>
          <w:bCs/>
          <w:sz w:val="20"/>
          <w:szCs w:val="20"/>
        </w:rPr>
        <w:t>został / nie został</w:t>
      </w:r>
      <w:r w:rsidR="00754DDC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przerwany przez urząd (z powodu niezrealizowania przez organizatora programu stażu lub niedotrzymania warunków jego odbywania) lub organizatora stażu bez uzasadnionej przyczyny.</w:t>
      </w:r>
      <w:r w:rsidR="00BC13C1" w:rsidRPr="00107668">
        <w:rPr>
          <w:rFonts w:ascii="Arial" w:hAnsi="Arial" w:cs="Arial"/>
          <w:sz w:val="20"/>
          <w:szCs w:val="20"/>
        </w:rPr>
        <w:t xml:space="preserve"> </w:t>
      </w:r>
    </w:p>
    <w:p w14:paraId="5CDA4FD1" w14:textId="77777777" w:rsidR="003C3F62" w:rsidRDefault="003C3F62" w:rsidP="003C3F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B798CB" w14:textId="77777777" w:rsidR="00326CED" w:rsidRPr="003C3F62" w:rsidRDefault="00326CED" w:rsidP="003C3F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0E96F6" w14:textId="5450B38A" w:rsidR="003D376B" w:rsidRPr="002D2A4F" w:rsidRDefault="00033D75" w:rsidP="00754DDC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2D2A4F">
        <w:rPr>
          <w:rFonts w:ascii="Arial" w:hAnsi="Arial" w:cs="Arial"/>
          <w:sz w:val="20"/>
          <w:szCs w:val="20"/>
        </w:rPr>
        <w:t>Termin wypłat wynagrodzenia</w:t>
      </w:r>
      <w:r w:rsidR="00504360" w:rsidRPr="002D2A4F">
        <w:rPr>
          <w:rFonts w:ascii="Arial" w:hAnsi="Arial" w:cs="Arial"/>
          <w:sz w:val="20"/>
          <w:szCs w:val="20"/>
        </w:rPr>
        <w:t xml:space="preserve"> (właściwe podkreślić)</w:t>
      </w:r>
      <w:r w:rsidRPr="002D2A4F">
        <w:rPr>
          <w:rFonts w:ascii="Arial" w:hAnsi="Arial" w:cs="Arial"/>
          <w:sz w:val="20"/>
          <w:szCs w:val="20"/>
        </w:rPr>
        <w:t>:</w:t>
      </w:r>
    </w:p>
    <w:p w14:paraId="6FB06620" w14:textId="053250BF" w:rsidR="00504360" w:rsidRPr="00C5223A" w:rsidRDefault="00033D75" w:rsidP="00754DDC">
      <w:pPr>
        <w:pStyle w:val="Akapitzlist"/>
        <w:numPr>
          <w:ilvl w:val="0"/>
          <w:numId w:val="5"/>
        </w:numPr>
        <w:spacing w:after="0" w:line="360" w:lineRule="auto"/>
        <w:ind w:left="993"/>
        <w:rPr>
          <w:rFonts w:ascii="Arial" w:hAnsi="Arial" w:cs="Arial"/>
          <w:color w:val="538135" w:themeColor="accent6" w:themeShade="BF"/>
          <w:sz w:val="20"/>
          <w:szCs w:val="20"/>
        </w:rPr>
      </w:pPr>
      <w:r w:rsidRPr="00C5223A">
        <w:rPr>
          <w:rFonts w:ascii="Arial" w:hAnsi="Arial" w:cs="Arial"/>
          <w:sz w:val="20"/>
          <w:szCs w:val="20"/>
        </w:rPr>
        <w:t>do ostatniego dnia miesiąca za miesiąc bieżący</w:t>
      </w:r>
      <w:r w:rsidR="00504360" w:rsidRPr="00C5223A">
        <w:rPr>
          <w:rFonts w:ascii="Arial" w:hAnsi="Arial" w:cs="Arial"/>
          <w:color w:val="538135" w:themeColor="accent6" w:themeShade="BF"/>
          <w:sz w:val="20"/>
          <w:szCs w:val="20"/>
        </w:rPr>
        <w:t>,</w:t>
      </w:r>
    </w:p>
    <w:p w14:paraId="75E71B6A" w14:textId="4C1F8F1D" w:rsidR="00180FC1" w:rsidRDefault="00033D75" w:rsidP="00754DDC">
      <w:pPr>
        <w:pStyle w:val="Akapitzlist"/>
        <w:numPr>
          <w:ilvl w:val="0"/>
          <w:numId w:val="5"/>
        </w:numPr>
        <w:spacing w:after="0" w:line="360" w:lineRule="auto"/>
        <w:ind w:left="993"/>
        <w:rPr>
          <w:rFonts w:ascii="Arial" w:hAnsi="Arial" w:cs="Arial"/>
          <w:sz w:val="20"/>
          <w:szCs w:val="20"/>
        </w:rPr>
      </w:pPr>
      <w:r w:rsidRPr="00504360">
        <w:rPr>
          <w:rFonts w:ascii="Arial" w:hAnsi="Arial" w:cs="Arial"/>
          <w:sz w:val="20"/>
          <w:szCs w:val="20"/>
        </w:rPr>
        <w:t>do 10 dnia miesiąca za miesiąc poprzedni</w:t>
      </w:r>
      <w:r w:rsidR="00107668">
        <w:rPr>
          <w:rFonts w:ascii="Arial" w:hAnsi="Arial" w:cs="Arial"/>
          <w:sz w:val="20"/>
          <w:szCs w:val="20"/>
        </w:rPr>
        <w:t>.</w:t>
      </w:r>
    </w:p>
    <w:p w14:paraId="56CDFA51" w14:textId="77777777" w:rsidR="00A7408C" w:rsidRPr="00754DDC" w:rsidRDefault="00A7408C" w:rsidP="00754D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64A8AB" w14:textId="6EFBE503" w:rsidR="00FF3F75" w:rsidRDefault="002D2A4F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FF3F75">
        <w:rPr>
          <w:rFonts w:ascii="Arial" w:hAnsi="Arial" w:cs="Arial"/>
          <w:sz w:val="20"/>
          <w:szCs w:val="20"/>
        </w:rPr>
        <w:t>I</w:t>
      </w:r>
      <w:r w:rsidR="00FF3F75" w:rsidRPr="00FF3F75">
        <w:rPr>
          <w:rFonts w:ascii="Arial" w:hAnsi="Arial" w:cs="Arial"/>
          <w:sz w:val="20"/>
          <w:szCs w:val="20"/>
        </w:rPr>
        <w:t>nformacja o osobie lub osobach uprawnionych do podpisania umowy:</w:t>
      </w:r>
    </w:p>
    <w:p w14:paraId="13935261" w14:textId="77777777" w:rsidR="00F01A6D" w:rsidRPr="00FF3F75" w:rsidRDefault="00F01A6D" w:rsidP="00F01A6D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2EA7609E" w14:textId="77777777" w:rsidR="00FF3F75" w:rsidRPr="002B11BA" w:rsidRDefault="00FF3F75" w:rsidP="00FF3F75">
      <w:pPr>
        <w:pStyle w:val="Akapitzlist"/>
        <w:spacing w:after="0" w:line="240" w:lineRule="auto"/>
        <w:ind w:left="2552"/>
        <w:jc w:val="both"/>
        <w:rPr>
          <w:rFonts w:ascii="Arial" w:hAnsi="Arial" w:cs="Arial"/>
          <w:color w:val="538135" w:themeColor="accent6" w:themeShade="BF"/>
          <w:sz w:val="20"/>
          <w:szCs w:val="20"/>
        </w:rPr>
      </w:pPr>
      <w:r>
        <w:rPr>
          <w:rFonts w:ascii="Arial" w:hAnsi="Arial" w:cs="Arial"/>
          <w:color w:val="538135" w:themeColor="accent6" w:themeShade="BF"/>
          <w:sz w:val="20"/>
          <w:szCs w:val="20"/>
        </w:rPr>
        <w:tab/>
      </w:r>
      <w:r>
        <w:rPr>
          <w:rFonts w:ascii="Arial" w:hAnsi="Arial" w:cs="Arial"/>
          <w:color w:val="538135" w:themeColor="accent6" w:themeShade="BF"/>
          <w:sz w:val="20"/>
          <w:szCs w:val="20"/>
        </w:rPr>
        <w:tab/>
      </w:r>
      <w:r>
        <w:rPr>
          <w:rFonts w:ascii="Arial" w:hAnsi="Arial" w:cs="Arial"/>
          <w:color w:val="538135" w:themeColor="accent6" w:themeShade="BF"/>
          <w:sz w:val="20"/>
          <w:szCs w:val="20"/>
        </w:rPr>
        <w:tab/>
      </w:r>
      <w:r>
        <w:rPr>
          <w:rFonts w:ascii="Arial" w:hAnsi="Arial" w:cs="Arial"/>
          <w:color w:val="538135" w:themeColor="accent6" w:themeShade="BF"/>
          <w:sz w:val="20"/>
          <w:szCs w:val="20"/>
        </w:rPr>
        <w:tab/>
      </w:r>
      <w:r>
        <w:rPr>
          <w:rFonts w:ascii="Arial" w:hAnsi="Arial" w:cs="Arial"/>
          <w:color w:val="538135" w:themeColor="accent6" w:themeShade="BF"/>
          <w:sz w:val="20"/>
          <w:szCs w:val="20"/>
        </w:rPr>
        <w:tab/>
      </w:r>
    </w:p>
    <w:p w14:paraId="536EDA24" w14:textId="725B399E" w:rsidR="00872DA8" w:rsidRPr="00107668" w:rsidRDefault="00FF3F75" w:rsidP="00107668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……………………………………</w:t>
      </w:r>
      <w:r w:rsidR="002D2A4F">
        <w:rPr>
          <w:rFonts w:ascii="Arial" w:hAnsi="Arial" w:cs="Arial"/>
          <w:sz w:val="20"/>
          <w:szCs w:val="20"/>
        </w:rPr>
        <w:t>.….………….</w:t>
      </w:r>
      <w:r>
        <w:rPr>
          <w:rFonts w:ascii="Arial" w:hAnsi="Arial" w:cs="Arial"/>
          <w:sz w:val="20"/>
          <w:szCs w:val="20"/>
        </w:rPr>
        <w:t>…… stanowisko …………</w:t>
      </w:r>
      <w:r w:rsidR="002D2A4F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</w:t>
      </w:r>
    </w:p>
    <w:p w14:paraId="10DCE900" w14:textId="77777777" w:rsidR="00FF3F75" w:rsidRDefault="00FF3F75" w:rsidP="002D2A4F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BB237C4" w14:textId="3DD0CC54" w:rsidR="00FF3F75" w:rsidRDefault="00FF3F75" w:rsidP="002D2A4F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………………………………</w:t>
      </w:r>
      <w:r w:rsidR="002D2A4F">
        <w:rPr>
          <w:rFonts w:ascii="Arial" w:hAnsi="Arial" w:cs="Arial"/>
          <w:sz w:val="20"/>
          <w:szCs w:val="20"/>
        </w:rPr>
        <w:t>……….……..</w:t>
      </w:r>
      <w:r>
        <w:rPr>
          <w:rFonts w:ascii="Arial" w:hAnsi="Arial" w:cs="Arial"/>
          <w:sz w:val="20"/>
          <w:szCs w:val="20"/>
        </w:rPr>
        <w:t>………… stanowisko …………</w:t>
      </w:r>
      <w:r w:rsidR="002D2A4F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134D3641" w14:textId="4FDB46F8" w:rsidR="00FF3F75" w:rsidRDefault="002D2A4F" w:rsidP="00FF3F7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14:paraId="52B9A328" w14:textId="77777777" w:rsidR="00F01A6D" w:rsidRPr="00FF3F75" w:rsidRDefault="00F01A6D" w:rsidP="00FF3F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D0FDC4" w14:textId="508DA005" w:rsidR="00FF3F75" w:rsidRDefault="002D2A4F" w:rsidP="00754DDC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F3F75">
        <w:rPr>
          <w:rFonts w:ascii="Arial" w:hAnsi="Arial" w:cs="Arial"/>
          <w:sz w:val="20"/>
          <w:szCs w:val="20"/>
        </w:rPr>
        <w:t>Dane kontaktowe wnioskodawcy:</w:t>
      </w:r>
    </w:p>
    <w:p w14:paraId="194F7A28" w14:textId="77777777" w:rsidR="00FF3F75" w:rsidRDefault="00FF3F75" w:rsidP="00FF3F75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6C3D04BF" w14:textId="77777777" w:rsidR="00A7408C" w:rsidRPr="00F01A6D" w:rsidRDefault="00A7408C" w:rsidP="00FF3F75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67925E57" w14:textId="5CA7C931" w:rsidR="00FF3F75" w:rsidRDefault="00FF3F75" w:rsidP="002D2A4F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lang w:val="it-IT"/>
        </w:rPr>
      </w:pPr>
      <w:r w:rsidRPr="00F01A6D">
        <w:rPr>
          <w:rFonts w:ascii="Arial" w:hAnsi="Arial" w:cs="Arial"/>
          <w:sz w:val="20"/>
          <w:szCs w:val="20"/>
          <w:lang w:val="it-IT"/>
        </w:rPr>
        <w:t xml:space="preserve">Numer telefonu: </w:t>
      </w:r>
      <w:r w:rsidR="00134276" w:rsidRPr="00F01A6D">
        <w:rPr>
          <w:rFonts w:ascii="Arial" w:hAnsi="Arial" w:cs="Arial"/>
          <w:sz w:val="20"/>
          <w:szCs w:val="20"/>
          <w:lang w:val="it-IT"/>
        </w:rPr>
        <w:t>__________ - __________ - __________</w:t>
      </w:r>
    </w:p>
    <w:p w14:paraId="2868343F" w14:textId="77777777" w:rsidR="00A7408C" w:rsidRDefault="00A7408C" w:rsidP="002D2A4F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</w:p>
    <w:p w14:paraId="316D558B" w14:textId="77777777" w:rsidR="00A7408C" w:rsidRPr="00F01A6D" w:rsidRDefault="00A7408C" w:rsidP="002D2A4F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</w:p>
    <w:p w14:paraId="4FE9BF8E" w14:textId="5782CC0F" w:rsidR="00033D75" w:rsidRDefault="00FF3F75" w:rsidP="002D2A4F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lang w:val="it-IT"/>
        </w:rPr>
      </w:pPr>
      <w:r w:rsidRPr="00F01A6D">
        <w:rPr>
          <w:rFonts w:ascii="Arial" w:hAnsi="Arial" w:cs="Arial"/>
          <w:sz w:val="20"/>
          <w:szCs w:val="20"/>
          <w:lang w:val="it-IT"/>
        </w:rPr>
        <w:t>Adres e-mail: ...........................................................................................</w:t>
      </w:r>
      <w:r w:rsidR="002D2A4F">
        <w:rPr>
          <w:rFonts w:ascii="Arial" w:hAnsi="Arial" w:cs="Arial"/>
          <w:sz w:val="20"/>
          <w:szCs w:val="20"/>
          <w:lang w:val="it-IT"/>
        </w:rPr>
        <w:t>.........</w:t>
      </w:r>
      <w:r w:rsidRPr="00F01A6D">
        <w:rPr>
          <w:rFonts w:ascii="Arial" w:hAnsi="Arial" w:cs="Arial"/>
          <w:sz w:val="20"/>
          <w:szCs w:val="20"/>
          <w:lang w:val="it-IT"/>
        </w:rPr>
        <w:t>.............................................</w:t>
      </w:r>
    </w:p>
    <w:p w14:paraId="5BB14FDD" w14:textId="77777777" w:rsidR="00F258BE" w:rsidRDefault="00F258BE" w:rsidP="00DA71F8">
      <w:pPr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0D59613B" w14:textId="77777777" w:rsidR="00326CED" w:rsidRPr="00DA71F8" w:rsidRDefault="00326CED" w:rsidP="00DA71F8">
      <w:pPr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6DD3E602" w14:textId="03470265" w:rsidR="008267A1" w:rsidRDefault="00573687" w:rsidP="00754DD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DOTYCZĄCE </w:t>
      </w:r>
      <w:r w:rsidR="00C5223A">
        <w:rPr>
          <w:rFonts w:ascii="Arial" w:hAnsi="Arial" w:cs="Arial"/>
          <w:b/>
          <w:bCs/>
          <w:sz w:val="20"/>
          <w:szCs w:val="20"/>
        </w:rPr>
        <w:t>REFUNDOWANEGO STANOWISKA PRACY.</w:t>
      </w:r>
    </w:p>
    <w:p w14:paraId="1DA9C252" w14:textId="77777777" w:rsidR="00F01A6D" w:rsidRPr="00134276" w:rsidRDefault="00F01A6D" w:rsidP="00F01A6D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662D50A6" w14:textId="77777777" w:rsidR="00193A40" w:rsidRDefault="00193A40" w:rsidP="00193A40">
      <w:pPr>
        <w:pStyle w:val="Akapitzlist"/>
        <w:spacing w:after="0" w:line="240" w:lineRule="auto"/>
        <w:ind w:left="927"/>
        <w:jc w:val="both"/>
        <w:rPr>
          <w:rFonts w:ascii="Arial" w:hAnsi="Arial" w:cs="Arial"/>
          <w:b/>
          <w:bCs/>
          <w:sz w:val="20"/>
          <w:szCs w:val="20"/>
        </w:rPr>
      </w:pPr>
    </w:p>
    <w:p w14:paraId="6644B2F7" w14:textId="77777777" w:rsidR="008D7CA1" w:rsidRDefault="00C5223A" w:rsidP="00754DDC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1D2E" w:rsidRPr="00C5223A">
        <w:rPr>
          <w:rFonts w:ascii="Arial" w:hAnsi="Arial" w:cs="Arial"/>
          <w:sz w:val="20"/>
          <w:szCs w:val="20"/>
        </w:rPr>
        <w:t>azwa stanowiska pracy …………………………………………………………………………………...</w:t>
      </w:r>
      <w:r>
        <w:rPr>
          <w:rFonts w:ascii="Arial" w:hAnsi="Arial" w:cs="Arial"/>
          <w:sz w:val="20"/>
          <w:szCs w:val="20"/>
        </w:rPr>
        <w:t>.........</w:t>
      </w:r>
    </w:p>
    <w:p w14:paraId="36BF12B6" w14:textId="77777777" w:rsidR="008D7CA1" w:rsidRDefault="008D7CA1" w:rsidP="008D7CA1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1945BB0" w14:textId="77777777" w:rsidR="008D7CA1" w:rsidRDefault="008D7CA1" w:rsidP="008D7CA1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4CE0EC8" w14:textId="071493B9" w:rsidR="008D7CA1" w:rsidRDefault="00C5223A" w:rsidP="00754DDC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D7CA1">
        <w:rPr>
          <w:rFonts w:ascii="Arial" w:hAnsi="Arial" w:cs="Arial"/>
          <w:sz w:val="20"/>
          <w:szCs w:val="20"/>
        </w:rPr>
        <w:t>M</w:t>
      </w:r>
      <w:r w:rsidR="004D1D2E" w:rsidRPr="008D7CA1">
        <w:rPr>
          <w:rFonts w:ascii="Arial" w:hAnsi="Arial" w:cs="Arial"/>
          <w:sz w:val="20"/>
          <w:szCs w:val="20"/>
        </w:rPr>
        <w:t>iejsce wykonywanej pracy (adres)</w:t>
      </w:r>
      <w:r w:rsidR="001379CB" w:rsidRPr="008D7CA1">
        <w:rPr>
          <w:rFonts w:ascii="Arial" w:hAnsi="Arial" w:cs="Arial"/>
          <w:sz w:val="20"/>
          <w:szCs w:val="20"/>
        </w:rPr>
        <w:t xml:space="preserve">: </w:t>
      </w:r>
      <w:r w:rsidR="004D1D2E" w:rsidRPr="008D7CA1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 w:rsidR="001379CB" w:rsidRPr="008D7CA1">
        <w:rPr>
          <w:rFonts w:ascii="Arial" w:hAnsi="Arial" w:cs="Arial"/>
          <w:sz w:val="20"/>
          <w:szCs w:val="20"/>
        </w:rPr>
        <w:t>…….</w:t>
      </w:r>
      <w:r w:rsidR="004D1D2E" w:rsidRPr="008D7CA1">
        <w:rPr>
          <w:rFonts w:ascii="Arial" w:hAnsi="Arial" w:cs="Arial"/>
          <w:sz w:val="20"/>
          <w:szCs w:val="20"/>
        </w:rPr>
        <w:t>………………</w:t>
      </w:r>
      <w:r w:rsidRPr="008D7CA1">
        <w:rPr>
          <w:rFonts w:ascii="Arial" w:hAnsi="Arial" w:cs="Arial"/>
          <w:sz w:val="20"/>
          <w:szCs w:val="20"/>
        </w:rPr>
        <w:t>……..</w:t>
      </w:r>
    </w:p>
    <w:p w14:paraId="7EA76084" w14:textId="77777777" w:rsidR="00326CED" w:rsidRDefault="00326CED" w:rsidP="00326CE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928FD6" w14:textId="77777777" w:rsidR="00326CED" w:rsidRPr="00326CED" w:rsidRDefault="00326CED" w:rsidP="00326CE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4F34F" w14:textId="15E0EB76" w:rsidR="008D7CA1" w:rsidRPr="008D7CA1" w:rsidRDefault="00CD7B96" w:rsidP="00754DD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23832">
        <w:rPr>
          <w:rFonts w:ascii="Arial" w:hAnsi="Arial" w:cs="Arial"/>
          <w:b/>
          <w:bCs/>
          <w:sz w:val="20"/>
          <w:szCs w:val="20"/>
        </w:rPr>
        <w:t>WNIOSKOWANA KWOTA DOFINANSOWANIA</w:t>
      </w:r>
      <w:r w:rsidR="008D7CA1">
        <w:rPr>
          <w:rFonts w:ascii="Arial" w:hAnsi="Arial" w:cs="Arial"/>
          <w:b/>
          <w:sz w:val="20"/>
          <w:szCs w:val="20"/>
        </w:rPr>
        <w:t>.</w:t>
      </w:r>
    </w:p>
    <w:p w14:paraId="042F78E3" w14:textId="77777777" w:rsidR="008D7CA1" w:rsidRPr="008D7CA1" w:rsidRDefault="008D7CA1" w:rsidP="008D7CA1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FEBB366" w14:textId="129E1A75" w:rsidR="008D7CA1" w:rsidRDefault="00CD7B96" w:rsidP="008D7CA1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7CA1">
        <w:rPr>
          <w:rFonts w:ascii="Arial" w:hAnsi="Arial" w:cs="Arial"/>
          <w:sz w:val="20"/>
          <w:szCs w:val="20"/>
        </w:rPr>
        <w:t>Wnioskuję o</w:t>
      </w:r>
      <w:r w:rsidR="00C5223A" w:rsidRPr="008D7CA1">
        <w:rPr>
          <w:rFonts w:ascii="Arial" w:hAnsi="Arial" w:cs="Arial"/>
          <w:sz w:val="20"/>
          <w:szCs w:val="20"/>
        </w:rPr>
        <w:t xml:space="preserve"> </w:t>
      </w:r>
      <w:r w:rsidR="00754DDC">
        <w:rPr>
          <w:rFonts w:ascii="Arial" w:hAnsi="Arial" w:cs="Arial"/>
          <w:sz w:val="20"/>
          <w:szCs w:val="20"/>
        </w:rPr>
        <w:t>przyznani</w:t>
      </w:r>
      <w:r w:rsidR="00C5223A" w:rsidRPr="008D7CA1">
        <w:rPr>
          <w:rFonts w:ascii="Arial" w:hAnsi="Arial" w:cs="Arial"/>
          <w:sz w:val="20"/>
          <w:szCs w:val="20"/>
        </w:rPr>
        <w:t>e</w:t>
      </w:r>
      <w:r w:rsidRPr="008D7CA1">
        <w:rPr>
          <w:rFonts w:ascii="Arial" w:hAnsi="Arial" w:cs="Arial"/>
          <w:sz w:val="20"/>
          <w:szCs w:val="20"/>
        </w:rPr>
        <w:t xml:space="preserve"> </w:t>
      </w:r>
      <w:r w:rsidR="00C5223A" w:rsidRPr="008D7CA1">
        <w:rPr>
          <w:rFonts w:ascii="Arial" w:hAnsi="Arial" w:cs="Arial"/>
          <w:sz w:val="20"/>
          <w:szCs w:val="20"/>
        </w:rPr>
        <w:t xml:space="preserve">przez okres 12 miesięcy </w:t>
      </w:r>
      <w:r w:rsidR="00106791" w:rsidRPr="008D7CA1">
        <w:rPr>
          <w:rFonts w:ascii="Arial" w:hAnsi="Arial" w:cs="Arial"/>
          <w:sz w:val="20"/>
          <w:szCs w:val="20"/>
        </w:rPr>
        <w:t>refundacj</w:t>
      </w:r>
      <w:r w:rsidR="00C5223A" w:rsidRPr="008D7CA1">
        <w:rPr>
          <w:rFonts w:ascii="Arial" w:hAnsi="Arial" w:cs="Arial"/>
          <w:sz w:val="20"/>
          <w:szCs w:val="20"/>
        </w:rPr>
        <w:t>i</w:t>
      </w:r>
      <w:r w:rsidR="00106791" w:rsidRPr="008D7CA1">
        <w:rPr>
          <w:rFonts w:ascii="Arial" w:hAnsi="Arial" w:cs="Arial"/>
          <w:sz w:val="20"/>
          <w:szCs w:val="20"/>
        </w:rPr>
        <w:t xml:space="preserve"> </w:t>
      </w:r>
      <w:r w:rsidR="00093001" w:rsidRPr="008D7CA1">
        <w:rPr>
          <w:rFonts w:ascii="Arial" w:hAnsi="Arial" w:cs="Arial"/>
          <w:sz w:val="20"/>
          <w:szCs w:val="20"/>
        </w:rPr>
        <w:t>wynagrodzenie za zatrudnienie skierowanego</w:t>
      </w:r>
      <w:r w:rsidR="00C5223A" w:rsidRPr="008D7CA1">
        <w:rPr>
          <w:rFonts w:ascii="Arial" w:hAnsi="Arial" w:cs="Arial"/>
          <w:sz w:val="20"/>
          <w:szCs w:val="20"/>
        </w:rPr>
        <w:br/>
      </w:r>
      <w:r w:rsidR="00093001" w:rsidRPr="008D7CA1">
        <w:rPr>
          <w:rFonts w:ascii="Arial" w:hAnsi="Arial" w:cs="Arial"/>
          <w:sz w:val="20"/>
          <w:szCs w:val="20"/>
        </w:rPr>
        <w:t>bezrobotnego, który ukończył 50 rok życia</w:t>
      </w:r>
      <w:r w:rsidR="00CD5271" w:rsidRPr="008D7CA1">
        <w:rPr>
          <w:rFonts w:ascii="Arial" w:hAnsi="Arial" w:cs="Arial"/>
          <w:sz w:val="20"/>
          <w:szCs w:val="20"/>
        </w:rPr>
        <w:t>,</w:t>
      </w:r>
      <w:r w:rsidR="008D7CA1">
        <w:rPr>
          <w:rFonts w:ascii="Arial" w:hAnsi="Arial" w:cs="Arial"/>
          <w:sz w:val="20"/>
          <w:szCs w:val="20"/>
        </w:rPr>
        <w:t xml:space="preserve"> a nie ukończył 60 lat – w przypadku kobiety lub 65 lat - w przypadku mężczyzny,</w:t>
      </w:r>
    </w:p>
    <w:p w14:paraId="13A3F12E" w14:textId="77777777" w:rsidR="008D7CA1" w:rsidRDefault="008D7CA1" w:rsidP="008D7CA1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6BC38E6" w14:textId="05D9F6E2" w:rsidR="008D7CA1" w:rsidRDefault="00CD5271" w:rsidP="008D7CA1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7CA1">
        <w:rPr>
          <w:rFonts w:ascii="Arial" w:hAnsi="Arial" w:cs="Arial"/>
          <w:sz w:val="20"/>
          <w:szCs w:val="20"/>
        </w:rPr>
        <w:t xml:space="preserve">w </w:t>
      </w:r>
      <w:r w:rsidR="00106791" w:rsidRPr="008D7CA1">
        <w:rPr>
          <w:rFonts w:ascii="Arial" w:hAnsi="Arial" w:cs="Arial"/>
          <w:sz w:val="20"/>
          <w:szCs w:val="20"/>
        </w:rPr>
        <w:t xml:space="preserve">miesięcznej </w:t>
      </w:r>
      <w:r w:rsidR="00CD7B96" w:rsidRPr="008D7CA1">
        <w:rPr>
          <w:rFonts w:ascii="Arial" w:hAnsi="Arial" w:cs="Arial"/>
          <w:sz w:val="20"/>
          <w:szCs w:val="20"/>
        </w:rPr>
        <w:t xml:space="preserve">wysokości brutto: </w:t>
      </w:r>
      <w:r w:rsidR="00C5223A" w:rsidRPr="008D7CA1">
        <w:rPr>
          <w:rFonts w:ascii="Arial" w:hAnsi="Arial" w:cs="Arial"/>
          <w:sz w:val="20"/>
          <w:szCs w:val="20"/>
        </w:rPr>
        <w:t>……………………………</w:t>
      </w:r>
      <w:r w:rsidRPr="008D7CA1">
        <w:rPr>
          <w:rFonts w:ascii="Arial" w:hAnsi="Arial" w:cs="Arial"/>
          <w:sz w:val="20"/>
          <w:szCs w:val="20"/>
        </w:rPr>
        <w:t>………</w:t>
      </w:r>
      <w:r w:rsidR="008F1865" w:rsidRPr="008D7CA1">
        <w:rPr>
          <w:rFonts w:ascii="Arial" w:hAnsi="Arial" w:cs="Arial"/>
          <w:sz w:val="20"/>
          <w:szCs w:val="20"/>
        </w:rPr>
        <w:t>.</w:t>
      </w:r>
      <w:r w:rsidRPr="008D7CA1">
        <w:rPr>
          <w:rFonts w:ascii="Arial" w:hAnsi="Arial" w:cs="Arial"/>
          <w:sz w:val="20"/>
          <w:szCs w:val="20"/>
        </w:rPr>
        <w:t>……</w:t>
      </w:r>
      <w:r w:rsidR="008D7CA1">
        <w:rPr>
          <w:rFonts w:ascii="Arial" w:hAnsi="Arial" w:cs="Arial"/>
          <w:sz w:val="20"/>
          <w:szCs w:val="20"/>
        </w:rPr>
        <w:t>…………………………………………</w:t>
      </w:r>
      <w:r w:rsidR="00C5223A" w:rsidRPr="008D7CA1">
        <w:rPr>
          <w:rFonts w:ascii="Arial" w:hAnsi="Arial" w:cs="Arial"/>
          <w:sz w:val="20"/>
          <w:szCs w:val="20"/>
        </w:rPr>
        <w:t>…</w:t>
      </w:r>
    </w:p>
    <w:p w14:paraId="5BD3926F" w14:textId="77777777" w:rsidR="008D7CA1" w:rsidRDefault="008D7CA1" w:rsidP="008D7CA1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E9C609B" w14:textId="0DDFBFF3" w:rsidR="008F1865" w:rsidRPr="008D7CA1" w:rsidRDefault="008F1865" w:rsidP="008D7CA1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8D7CA1">
        <w:rPr>
          <w:rFonts w:ascii="Arial" w:hAnsi="Arial" w:cs="Arial"/>
          <w:sz w:val="20"/>
          <w:szCs w:val="20"/>
        </w:rPr>
        <w:t xml:space="preserve">i zobowiązuję się do </w:t>
      </w:r>
      <w:r w:rsidR="00BC13C1" w:rsidRPr="008D7CA1">
        <w:rPr>
          <w:rFonts w:ascii="Arial" w:hAnsi="Arial" w:cs="Arial"/>
          <w:sz w:val="20"/>
          <w:szCs w:val="20"/>
        </w:rPr>
        <w:t>utrzymania w zatrudnieniu bezrobotnego przez okres kolejnych 6 - miesięcy.</w:t>
      </w:r>
    </w:p>
    <w:p w14:paraId="0318C450" w14:textId="77777777" w:rsidR="00C5223A" w:rsidRDefault="00C5223A" w:rsidP="00C5223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AC23A4D" w14:textId="77777777" w:rsidR="00DA71F8" w:rsidRPr="00F01A6D" w:rsidRDefault="00DA71F8" w:rsidP="00F01A6D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60A84B7" w14:textId="77777777" w:rsidR="00DA71F8" w:rsidRPr="00DA71F8" w:rsidRDefault="00DA71F8" w:rsidP="00754DDC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18"/>
          <w:szCs w:val="18"/>
        </w:rPr>
      </w:pPr>
      <w:bookmarkStart w:id="4" w:name="_Hlk201557266"/>
      <w:r w:rsidRPr="00DA71F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OŚWIADCZENIE WNIOSKODAWCY DOTYCZĄCE OCHRONY DANYCH OSOBOWYCH ORAZ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DA71F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DOTYCZĄCE PRAWDZIWOŚĆI DANYCH ZAWARTYCH WE WNIOSKU:</w:t>
      </w:r>
    </w:p>
    <w:bookmarkEnd w:id="4"/>
    <w:p w14:paraId="43CDEB31" w14:textId="77777777" w:rsidR="00DA71F8" w:rsidRPr="00DA71F8" w:rsidRDefault="00DA71F8" w:rsidP="00DA71F8">
      <w:pPr>
        <w:pStyle w:val="Akapitzlist"/>
        <w:spacing w:after="0" w:line="276" w:lineRule="auto"/>
        <w:ind w:left="709"/>
        <w:rPr>
          <w:rFonts w:ascii="Arial" w:hAnsi="Arial" w:cs="Arial"/>
          <w:sz w:val="18"/>
          <w:szCs w:val="18"/>
        </w:rPr>
      </w:pPr>
    </w:p>
    <w:p w14:paraId="6927C304" w14:textId="1603BC7D" w:rsidR="008D7CA1" w:rsidRPr="001A2504" w:rsidRDefault="00DA71F8" w:rsidP="00754DDC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bookmarkStart w:id="5" w:name="_Hlk201557239"/>
      <w:r w:rsidRPr="00DA71F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poinformowałem o udostępnieniu danych osobowych osób fizycznych, od 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4.05.2016) wobec osób fizycznych, od których dane osobowe bezpośrednio lub pośrednio pozyskałem w celu złożenia wniosku o </w:t>
      </w:r>
      <w:r w:rsidR="00754DD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dofinansowanie wynagrodzenia za zatrudnienie skierowanego bezrobotnego, który ukończył 50 rok życia, a nie ukończył 60 lat – w przypadku kobiety lub 65 lat - w przypadku mężczyzny.</w:t>
      </w:r>
    </w:p>
    <w:p w14:paraId="3208B6D0" w14:textId="77777777" w:rsidR="001A2504" w:rsidRPr="008D7CA1" w:rsidRDefault="001A2504" w:rsidP="001A2504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58BAF68C" w14:textId="50F88589" w:rsidR="00DA71F8" w:rsidRPr="00326CED" w:rsidRDefault="00DA71F8" w:rsidP="00754DDC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8D7CA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Świadomy odpowiedzialności za składanie nieprawdziwych danych oświadczam, że dane zawarte </w:t>
      </w:r>
      <w:r w:rsidRPr="008D7CA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 xml:space="preserve">w niniejszym wniosku są zgodne z prawdą. </w:t>
      </w:r>
    </w:p>
    <w:p w14:paraId="0BF46112" w14:textId="77777777" w:rsidR="008D7CA1" w:rsidRDefault="008D7CA1" w:rsidP="00DA71F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AA5D3EE" w14:textId="0167F37B" w:rsidR="00DA71F8" w:rsidRPr="00DA71F8" w:rsidRDefault="00DA71F8" w:rsidP="00326CE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26CE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Wiarygodność podanych we wniosku danych stwierdzam własnoręcznym podpisem.</w:t>
      </w:r>
    </w:p>
    <w:p w14:paraId="35A3E69A" w14:textId="77777777" w:rsidR="00D81FA6" w:rsidRDefault="00D81FA6" w:rsidP="00E024B3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DBA75F" w14:textId="77777777" w:rsidR="00A7408C" w:rsidRDefault="00A7408C" w:rsidP="00E024B3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D0241DE" w14:textId="77777777" w:rsidR="00A7408C" w:rsidRDefault="00A7408C" w:rsidP="00E024B3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924CA4" w14:textId="77777777" w:rsidR="00A7408C" w:rsidRDefault="00A7408C" w:rsidP="00E024B3">
      <w:pPr>
        <w:tabs>
          <w:tab w:val="left" w:pos="4536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78BBAA0" w14:textId="371EB73B" w:rsidR="00D81FA6" w:rsidRDefault="00D81FA6" w:rsidP="00D81FA6">
      <w:pPr>
        <w:tabs>
          <w:tab w:val="left" w:pos="4536"/>
        </w:tabs>
        <w:spacing w:after="0" w:line="240" w:lineRule="auto"/>
        <w:ind w:left="623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………………………………………………………..</w:t>
      </w:r>
    </w:p>
    <w:p w14:paraId="0F19FABA" w14:textId="496D5D11" w:rsidR="00326CED" w:rsidRPr="00326CED" w:rsidRDefault="00D365CB" w:rsidP="00326CED">
      <w:pPr>
        <w:tabs>
          <w:tab w:val="left" w:pos="4536"/>
        </w:tabs>
        <w:spacing w:after="0" w:line="240" w:lineRule="auto"/>
        <w:ind w:left="6237"/>
        <w:jc w:val="center"/>
        <w:rPr>
          <w:rFonts w:ascii="Arial" w:hAnsi="Arial" w:cs="Arial"/>
          <w:sz w:val="18"/>
          <w:szCs w:val="18"/>
        </w:rPr>
      </w:pPr>
      <w:r w:rsidRPr="00D81FA6">
        <w:rPr>
          <w:rFonts w:ascii="Arial" w:hAnsi="Arial" w:cs="Arial"/>
          <w:bCs/>
          <w:sz w:val="18"/>
          <w:szCs w:val="18"/>
        </w:rPr>
        <w:t>(</w:t>
      </w:r>
      <w:r w:rsidR="00186314" w:rsidRPr="00D81FA6">
        <w:rPr>
          <w:rFonts w:ascii="Arial" w:hAnsi="Arial" w:cs="Arial"/>
          <w:bCs/>
          <w:sz w:val="18"/>
          <w:szCs w:val="18"/>
        </w:rPr>
        <w:t>Czytelny podpis wnioskodawcy</w:t>
      </w:r>
      <w:r w:rsidR="00D81FA6" w:rsidRPr="00D81FA6">
        <w:rPr>
          <w:rFonts w:ascii="Arial" w:hAnsi="Arial" w:cs="Arial"/>
          <w:bCs/>
          <w:sz w:val="18"/>
          <w:szCs w:val="18"/>
        </w:rPr>
        <w:t xml:space="preserve"> i pieczęć</w:t>
      </w:r>
      <w:r w:rsidR="00DA71F8" w:rsidRPr="00D81FA6">
        <w:rPr>
          <w:rFonts w:ascii="Arial" w:hAnsi="Arial" w:cs="Arial"/>
          <w:bCs/>
          <w:sz w:val="18"/>
          <w:szCs w:val="18"/>
        </w:rPr>
        <w:t>)</w:t>
      </w:r>
    </w:p>
    <w:p w14:paraId="42155703" w14:textId="3A8C25F3" w:rsidR="00E024B3" w:rsidRDefault="00E024B3" w:rsidP="00757E4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24B3">
        <w:rPr>
          <w:rFonts w:ascii="Arial" w:hAnsi="Arial" w:cs="Arial"/>
          <w:b/>
          <w:bCs/>
          <w:sz w:val="20"/>
          <w:szCs w:val="20"/>
        </w:rPr>
        <w:lastRenderedPageBreak/>
        <w:t>ZAŁĄCZNIKI DO WNIOSKU</w:t>
      </w:r>
    </w:p>
    <w:p w14:paraId="19122AF3" w14:textId="775951D0" w:rsidR="00B81C87" w:rsidRPr="00B81C87" w:rsidRDefault="00E024B3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024B3">
        <w:rPr>
          <w:rFonts w:ascii="Arial" w:hAnsi="Arial" w:cs="Arial"/>
          <w:sz w:val="20"/>
        </w:rPr>
        <w:t xml:space="preserve">Oświadczenie </w:t>
      </w:r>
      <w:r w:rsidR="00D81FA6">
        <w:rPr>
          <w:rFonts w:ascii="Arial" w:hAnsi="Arial" w:cs="Arial"/>
          <w:sz w:val="20"/>
        </w:rPr>
        <w:t>potwierdzające okoliczności, o których mowa w ustawie z dnia 20 marca 2025 r. o rynku pracy i służbach zatrudnienia.</w:t>
      </w:r>
    </w:p>
    <w:p w14:paraId="42A824ED" w14:textId="4EC31D0C" w:rsidR="00B81C87" w:rsidRPr="00B81C87" w:rsidRDefault="00B81C87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>Oświadczenie wnioskodawcy ubiegającego się o pomoc de minimis.</w:t>
      </w:r>
    </w:p>
    <w:p w14:paraId="5612CA45" w14:textId="0401D1C6" w:rsidR="00B81C87" w:rsidRPr="00B81C87" w:rsidRDefault="00E024B3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024B3">
        <w:rPr>
          <w:rFonts w:ascii="Arial" w:hAnsi="Arial" w:cs="Arial"/>
          <w:sz w:val="20"/>
        </w:rPr>
        <w:t xml:space="preserve">Formularz informacji przedstawianych przy ubieganiu się o pomoc de minimis. </w:t>
      </w:r>
    </w:p>
    <w:p w14:paraId="5763DCBE" w14:textId="009B3DEC" w:rsidR="00E024B3" w:rsidRPr="00E024B3" w:rsidRDefault="00E024B3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024B3">
        <w:rPr>
          <w:rFonts w:ascii="Arial" w:hAnsi="Arial" w:cs="Arial"/>
          <w:sz w:val="20"/>
          <w:szCs w:val="20"/>
        </w:rPr>
        <w:t>Zgłoszenie krajowej  oferty pracy.</w:t>
      </w:r>
    </w:p>
    <w:p w14:paraId="7EBD7FF8" w14:textId="38A480CA" w:rsidR="00D32B1A" w:rsidRPr="00D81FA6" w:rsidRDefault="00E024B3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024B3">
        <w:rPr>
          <w:rFonts w:ascii="Arial" w:hAnsi="Arial" w:cs="Arial"/>
          <w:sz w:val="20"/>
          <w:szCs w:val="20"/>
        </w:rPr>
        <w:t>Oświadczenie o wykluczeniu z postępowania</w:t>
      </w:r>
      <w:r w:rsidR="00D81FA6">
        <w:rPr>
          <w:rFonts w:ascii="Arial" w:hAnsi="Arial" w:cs="Arial"/>
          <w:sz w:val="20"/>
          <w:szCs w:val="20"/>
        </w:rPr>
        <w:t>.</w:t>
      </w:r>
    </w:p>
    <w:p w14:paraId="6ACBD867" w14:textId="4A4F4878" w:rsidR="00D81FA6" w:rsidRPr="00D81FA6" w:rsidRDefault="00D81FA6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Zaświadczenie z Krajowej Administracji Skarbowej z informacją o zaległościach podatkowych lub ich braku.</w:t>
      </w:r>
    </w:p>
    <w:p w14:paraId="42A576A7" w14:textId="26ECA9D5" w:rsidR="001A2504" w:rsidRPr="001F3E53" w:rsidRDefault="00D81FA6" w:rsidP="00754DDC">
      <w:pPr>
        <w:pStyle w:val="Akapitzlist"/>
        <w:numPr>
          <w:ilvl w:val="0"/>
          <w:numId w:val="4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Zaświadczenie z Kasy Rolniczego Ubezpieczenia Społecznego – informacje o zaległościach z tytułu niepłacenia składek na ubezpieczenie społeczne rolników lub na ubezpieczenie zdrowotne </w:t>
      </w:r>
      <w:r w:rsidRPr="00D81FA6">
        <w:rPr>
          <w:rFonts w:ascii="Arial" w:hAnsi="Arial" w:cs="Arial"/>
          <w:sz w:val="18"/>
          <w:szCs w:val="18"/>
        </w:rPr>
        <w:t xml:space="preserve">(dostarczyć </w:t>
      </w:r>
      <w:r>
        <w:rPr>
          <w:rFonts w:ascii="Arial" w:hAnsi="Arial" w:cs="Arial"/>
          <w:sz w:val="18"/>
          <w:szCs w:val="18"/>
        </w:rPr>
        <w:br/>
      </w:r>
      <w:r w:rsidRPr="00D81FA6">
        <w:rPr>
          <w:rFonts w:ascii="Arial" w:hAnsi="Arial" w:cs="Arial"/>
          <w:sz w:val="18"/>
          <w:szCs w:val="18"/>
        </w:rPr>
        <w:t>w przypadku, gdy wnioskodawca pod</w:t>
      </w:r>
      <w:r>
        <w:rPr>
          <w:rFonts w:ascii="Arial" w:hAnsi="Arial" w:cs="Arial"/>
          <w:sz w:val="18"/>
          <w:szCs w:val="18"/>
        </w:rPr>
        <w:t>l</w:t>
      </w:r>
      <w:r w:rsidRPr="00D81FA6">
        <w:rPr>
          <w:rFonts w:ascii="Arial" w:hAnsi="Arial" w:cs="Arial"/>
          <w:sz w:val="18"/>
          <w:szCs w:val="18"/>
        </w:rPr>
        <w:t>ega ubezpieczeniom społecznym rolników</w:t>
      </w:r>
    </w:p>
    <w:p w14:paraId="0E419DB6" w14:textId="77777777" w:rsidR="001F3E53" w:rsidRDefault="001F3E53" w:rsidP="001F3E5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E9E25A0" w14:textId="77777777" w:rsidR="00754DDC" w:rsidRPr="001F3E53" w:rsidRDefault="00754DDC" w:rsidP="001F3E5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3A4339" w14:textId="41401F05" w:rsidR="00F01A6D" w:rsidRDefault="00D32B1A" w:rsidP="001A250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INNE DOKUMENTY </w:t>
      </w:r>
      <w:r w:rsidR="00C024A7">
        <w:rPr>
          <w:rFonts w:ascii="Arial" w:hAnsi="Arial" w:cs="Arial"/>
          <w:b/>
          <w:bCs/>
          <w:sz w:val="20"/>
          <w:szCs w:val="20"/>
        </w:rPr>
        <w:t>NIEZBĘDNE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56E98">
        <w:rPr>
          <w:rFonts w:ascii="Arial" w:hAnsi="Arial" w:cs="Arial"/>
          <w:b/>
          <w:bCs/>
          <w:sz w:val="20"/>
          <w:szCs w:val="20"/>
        </w:rPr>
        <w:t xml:space="preserve">W CELU </w:t>
      </w:r>
      <w:r w:rsidR="001A2504">
        <w:rPr>
          <w:rFonts w:ascii="Arial" w:hAnsi="Arial" w:cs="Arial"/>
          <w:b/>
          <w:bCs/>
          <w:sz w:val="20"/>
          <w:szCs w:val="20"/>
        </w:rPr>
        <w:t xml:space="preserve">POZYTYWNEGO ROZPATRZENIA WNIOSKU I </w:t>
      </w:r>
      <w:r w:rsidR="00F56E98">
        <w:rPr>
          <w:rFonts w:ascii="Arial" w:hAnsi="Arial" w:cs="Arial"/>
          <w:b/>
          <w:bCs/>
          <w:sz w:val="20"/>
          <w:szCs w:val="20"/>
        </w:rPr>
        <w:t>ZAWARCIA</w:t>
      </w:r>
      <w:r>
        <w:rPr>
          <w:rFonts w:ascii="Arial" w:hAnsi="Arial" w:cs="Arial"/>
          <w:b/>
          <w:bCs/>
          <w:sz w:val="20"/>
          <w:szCs w:val="20"/>
        </w:rPr>
        <w:t xml:space="preserve"> UMOWY Z P</w:t>
      </w:r>
      <w:r w:rsidR="00F56E98">
        <w:rPr>
          <w:rFonts w:ascii="Arial" w:hAnsi="Arial" w:cs="Arial"/>
          <w:b/>
          <w:bCs/>
          <w:sz w:val="20"/>
          <w:szCs w:val="20"/>
        </w:rPr>
        <w:t>OWIATOWYM URZĘDEM PRACY W LESZNIE</w:t>
      </w:r>
    </w:p>
    <w:p w14:paraId="25391F87" w14:textId="77777777" w:rsidR="001A2504" w:rsidRPr="00D32B1A" w:rsidRDefault="001A2504" w:rsidP="00757E4D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C63DEDF" w14:textId="0FECAF10" w:rsidR="00D32B1A" w:rsidRPr="00D32B1A" w:rsidRDefault="00E024B3" w:rsidP="00754DD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81C87">
        <w:rPr>
          <w:rFonts w:ascii="Arial" w:hAnsi="Arial" w:cs="Arial"/>
          <w:sz w:val="20"/>
          <w:szCs w:val="20"/>
        </w:rPr>
        <w:t>Pełnomocnictwo do reprezentowania</w:t>
      </w:r>
      <w:r w:rsidR="00D32B1A">
        <w:rPr>
          <w:rFonts w:ascii="Arial" w:hAnsi="Arial" w:cs="Arial"/>
          <w:sz w:val="20"/>
          <w:szCs w:val="20"/>
        </w:rPr>
        <w:t xml:space="preserve"> (jeżeli zostało określone)</w:t>
      </w:r>
      <w:r w:rsidRPr="00B81C87">
        <w:rPr>
          <w:rFonts w:ascii="Arial" w:hAnsi="Arial" w:cs="Arial"/>
          <w:sz w:val="20"/>
          <w:szCs w:val="20"/>
        </w:rPr>
        <w:t>.</w:t>
      </w:r>
    </w:p>
    <w:p w14:paraId="23EA6114" w14:textId="7A447DB8" w:rsidR="00D32B1A" w:rsidRPr="00757E4D" w:rsidRDefault="00D32B1A" w:rsidP="00754DDC">
      <w:pPr>
        <w:pStyle w:val="Akapitzlist"/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Aktualny</w:t>
      </w:r>
      <w:r w:rsidRPr="00B81C87">
        <w:rPr>
          <w:rFonts w:ascii="Arial" w:hAnsi="Arial" w:cs="Arial"/>
          <w:sz w:val="20"/>
          <w:szCs w:val="20"/>
        </w:rPr>
        <w:t xml:space="preserve"> dokument poświadczając</w:t>
      </w:r>
      <w:r>
        <w:rPr>
          <w:rFonts w:ascii="Arial" w:hAnsi="Arial" w:cs="Arial"/>
          <w:sz w:val="20"/>
          <w:szCs w:val="20"/>
        </w:rPr>
        <w:t>y</w:t>
      </w:r>
      <w:r w:rsidRPr="00B81C87">
        <w:rPr>
          <w:rFonts w:ascii="Arial" w:hAnsi="Arial" w:cs="Arial"/>
          <w:sz w:val="20"/>
          <w:szCs w:val="20"/>
        </w:rPr>
        <w:t xml:space="preserve"> prawną formę podmiotu w szczególności</w:t>
      </w:r>
      <w:r w:rsidR="00757E4D">
        <w:rPr>
          <w:rFonts w:ascii="Arial" w:hAnsi="Arial" w:cs="Arial"/>
          <w:sz w:val="20"/>
          <w:szCs w:val="20"/>
        </w:rPr>
        <w:t xml:space="preserve"> </w:t>
      </w:r>
      <w:r w:rsidRPr="00757E4D">
        <w:rPr>
          <w:rFonts w:ascii="Arial" w:hAnsi="Arial" w:cs="Arial"/>
          <w:sz w:val="20"/>
          <w:szCs w:val="20"/>
        </w:rPr>
        <w:t>umow</w:t>
      </w:r>
      <w:r w:rsidR="00757E4D">
        <w:rPr>
          <w:rFonts w:ascii="Arial" w:hAnsi="Arial" w:cs="Arial"/>
          <w:sz w:val="20"/>
          <w:szCs w:val="20"/>
        </w:rPr>
        <w:t>ę</w:t>
      </w:r>
      <w:r w:rsidRPr="00757E4D">
        <w:rPr>
          <w:rFonts w:ascii="Arial" w:hAnsi="Arial" w:cs="Arial"/>
          <w:sz w:val="20"/>
          <w:szCs w:val="20"/>
        </w:rPr>
        <w:t xml:space="preserve"> spółki cywilnej </w:t>
      </w:r>
      <w:r w:rsidR="00757E4D">
        <w:rPr>
          <w:rFonts w:ascii="Arial" w:hAnsi="Arial" w:cs="Arial"/>
          <w:sz w:val="20"/>
          <w:szCs w:val="20"/>
        </w:rPr>
        <w:br/>
      </w:r>
      <w:r w:rsidRPr="00757E4D">
        <w:rPr>
          <w:rFonts w:ascii="Arial" w:hAnsi="Arial" w:cs="Arial"/>
          <w:sz w:val="20"/>
          <w:szCs w:val="20"/>
        </w:rPr>
        <w:t>– do wglądu.</w:t>
      </w:r>
    </w:p>
    <w:p w14:paraId="5DC01F21" w14:textId="060BB06B" w:rsidR="00D32B1A" w:rsidRPr="00D32B1A" w:rsidRDefault="00D32B1A" w:rsidP="00754DD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E024B3" w:rsidRPr="00D32B1A">
        <w:rPr>
          <w:rFonts w:ascii="Arial" w:hAnsi="Arial" w:cs="Arial"/>
          <w:sz w:val="20"/>
          <w:szCs w:val="20"/>
        </w:rPr>
        <w:t xml:space="preserve"> szczególnych przypadkach aktualną koncesję lub pozwolenie na prowadzenie działalności</w:t>
      </w:r>
      <w:r w:rsidRPr="00D32B1A">
        <w:rPr>
          <w:rFonts w:ascii="Arial" w:hAnsi="Arial" w:cs="Arial"/>
          <w:sz w:val="20"/>
          <w:szCs w:val="20"/>
        </w:rPr>
        <w:t xml:space="preserve"> </w:t>
      </w:r>
      <w:r w:rsidR="00E024B3" w:rsidRPr="00D32B1A">
        <w:rPr>
          <w:rFonts w:ascii="Arial" w:hAnsi="Arial" w:cs="Arial"/>
          <w:sz w:val="20"/>
          <w:szCs w:val="20"/>
        </w:rPr>
        <w:t>gospodarczej</w:t>
      </w:r>
      <w:r>
        <w:rPr>
          <w:rFonts w:ascii="Arial" w:hAnsi="Arial" w:cs="Arial"/>
          <w:sz w:val="20"/>
          <w:szCs w:val="20"/>
        </w:rPr>
        <w:t>.</w:t>
      </w:r>
    </w:p>
    <w:p w14:paraId="31EE3F3F" w14:textId="65EF4242" w:rsidR="00152942" w:rsidRPr="00757E4D" w:rsidRDefault="00D32B1A" w:rsidP="00754DD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024B3" w:rsidRPr="00D32B1A">
        <w:rPr>
          <w:rFonts w:ascii="Arial" w:hAnsi="Arial" w:cs="Arial"/>
          <w:sz w:val="20"/>
          <w:szCs w:val="20"/>
        </w:rPr>
        <w:t>tatut podmiotu</w:t>
      </w:r>
      <w:r>
        <w:rPr>
          <w:rFonts w:ascii="Arial" w:hAnsi="Arial" w:cs="Arial"/>
          <w:sz w:val="20"/>
          <w:szCs w:val="20"/>
        </w:rPr>
        <w:t xml:space="preserve">, </w:t>
      </w:r>
      <w:r w:rsidR="00E024B3" w:rsidRPr="00D32B1A">
        <w:rPr>
          <w:rFonts w:ascii="Arial" w:hAnsi="Arial" w:cs="Arial"/>
          <w:sz w:val="20"/>
          <w:szCs w:val="20"/>
        </w:rPr>
        <w:t xml:space="preserve">gdy odrębne przepisy wymagają działania podmiotu na podstawie niniejszego </w:t>
      </w:r>
      <w:r w:rsidR="00E024B3" w:rsidRPr="00757E4D">
        <w:rPr>
          <w:rFonts w:ascii="Arial" w:hAnsi="Arial" w:cs="Arial"/>
          <w:sz w:val="20"/>
          <w:szCs w:val="20"/>
        </w:rPr>
        <w:t>dokumentu.</w:t>
      </w:r>
    </w:p>
    <w:p w14:paraId="2678F4FB" w14:textId="4C2B5701" w:rsidR="00757E4D" w:rsidRDefault="00757E4D" w:rsidP="00754DDC">
      <w:pPr>
        <w:widowControl w:val="0"/>
        <w:numPr>
          <w:ilvl w:val="0"/>
          <w:numId w:val="6"/>
        </w:numPr>
        <w:snapToGri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9D2">
        <w:rPr>
          <w:rFonts w:ascii="Arial" w:hAnsi="Arial" w:cs="Arial"/>
          <w:sz w:val="20"/>
          <w:szCs w:val="20"/>
        </w:rPr>
        <w:t xml:space="preserve">Wszystkie zaświadczenia o pomocy de minimis oraz </w:t>
      </w:r>
      <w:r w:rsidR="007F19D2" w:rsidRPr="007F19D2">
        <w:rPr>
          <w:rFonts w:ascii="Arial" w:hAnsi="Arial" w:cs="Arial"/>
          <w:sz w:val="20"/>
          <w:szCs w:val="20"/>
        </w:rPr>
        <w:t xml:space="preserve">o </w:t>
      </w:r>
      <w:r w:rsidRPr="007F19D2">
        <w:rPr>
          <w:rFonts w:ascii="Arial" w:hAnsi="Arial" w:cs="Arial"/>
          <w:sz w:val="20"/>
          <w:szCs w:val="20"/>
        </w:rPr>
        <w:t xml:space="preserve">pomocy de minimis w rolnictwie lub rybołówstwie </w:t>
      </w:r>
      <w:r w:rsidRPr="00757E4D">
        <w:rPr>
          <w:rFonts w:ascii="Arial" w:hAnsi="Arial" w:cs="Arial"/>
          <w:sz w:val="20"/>
          <w:szCs w:val="20"/>
        </w:rPr>
        <w:t>otrzymane</w:t>
      </w:r>
      <w:r w:rsidR="00F56E98">
        <w:rPr>
          <w:rFonts w:ascii="Arial" w:hAnsi="Arial" w:cs="Arial"/>
          <w:sz w:val="20"/>
          <w:szCs w:val="20"/>
        </w:rPr>
        <w:t xml:space="preserve"> </w:t>
      </w:r>
      <w:r w:rsidRPr="00757E4D">
        <w:rPr>
          <w:rFonts w:ascii="Arial" w:hAnsi="Arial" w:cs="Arial"/>
          <w:sz w:val="20"/>
          <w:szCs w:val="20"/>
        </w:rPr>
        <w:t>w okresie wskazanym odpowiednio</w:t>
      </w:r>
      <w:r>
        <w:rPr>
          <w:rFonts w:ascii="Arial" w:hAnsi="Arial" w:cs="Arial"/>
          <w:sz w:val="20"/>
          <w:szCs w:val="20"/>
        </w:rPr>
        <w:t>:</w:t>
      </w:r>
    </w:p>
    <w:p w14:paraId="7FCF37E2" w14:textId="5DB8824D" w:rsidR="00757E4D" w:rsidRDefault="00757E4D" w:rsidP="00754DDC">
      <w:pPr>
        <w:pStyle w:val="Akapitzlist"/>
        <w:widowControl w:val="0"/>
        <w:numPr>
          <w:ilvl w:val="0"/>
          <w:numId w:val="13"/>
        </w:numPr>
        <w:snapToGrid w:val="0"/>
        <w:spacing w:after="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57E4D">
        <w:rPr>
          <w:rFonts w:ascii="Arial" w:hAnsi="Arial" w:cs="Arial"/>
          <w:sz w:val="20"/>
          <w:szCs w:val="20"/>
        </w:rPr>
        <w:t xml:space="preserve">w art. 3 ust. 2 rozporządzenia Komisji (UE) 2023/2831 z dnia 13 grudnia 2023 r. w sprawie stosowania art. 107 i 108 Traktatu o funkcjonowaniu Unii Europejskiej do pomocy de minimis </w:t>
      </w:r>
      <w:r>
        <w:rPr>
          <w:rFonts w:ascii="Arial" w:hAnsi="Arial" w:cs="Arial"/>
          <w:sz w:val="20"/>
          <w:szCs w:val="20"/>
        </w:rPr>
        <w:br/>
      </w:r>
      <w:r w:rsidRPr="00757E4D">
        <w:rPr>
          <w:rFonts w:ascii="Arial" w:hAnsi="Arial" w:cs="Arial"/>
          <w:sz w:val="20"/>
          <w:szCs w:val="20"/>
        </w:rPr>
        <w:t>(Dz. Urz. UE L 2023/2831 z 15.12.2023),</w:t>
      </w:r>
    </w:p>
    <w:p w14:paraId="0877244E" w14:textId="7489F763" w:rsidR="00757E4D" w:rsidRDefault="00F56E98" w:rsidP="00754DDC">
      <w:pPr>
        <w:pStyle w:val="Akapitzlist"/>
        <w:widowControl w:val="0"/>
        <w:numPr>
          <w:ilvl w:val="0"/>
          <w:numId w:val="13"/>
        </w:numPr>
        <w:snapToGrid w:val="0"/>
        <w:spacing w:after="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757E4D" w:rsidRPr="00757E4D">
        <w:rPr>
          <w:rFonts w:ascii="Arial" w:hAnsi="Arial" w:cs="Arial"/>
          <w:sz w:val="20"/>
          <w:szCs w:val="20"/>
        </w:rPr>
        <w:t xml:space="preserve"> art. 3 ust. 2 rozporządzenia Komisji (UE) nr 1408/2013 z dnia 18 grudnia 2013 r. w sprawie stosowania art. 107 i 108 Traktatu o funkcjonowaniu Unii Europejskiej do pomocy de minimis </w:t>
      </w:r>
      <w:r w:rsidR="00757E4D">
        <w:rPr>
          <w:rFonts w:ascii="Arial" w:hAnsi="Arial" w:cs="Arial"/>
          <w:sz w:val="20"/>
          <w:szCs w:val="20"/>
        </w:rPr>
        <w:br/>
      </w:r>
      <w:r w:rsidR="00757E4D" w:rsidRPr="00757E4D">
        <w:rPr>
          <w:rFonts w:ascii="Arial" w:hAnsi="Arial" w:cs="Arial"/>
          <w:sz w:val="20"/>
          <w:szCs w:val="20"/>
        </w:rPr>
        <w:t xml:space="preserve">w sektorze rolnym (Dz. Urz. UE L 352 z 24.12.2013, str. 9, Dz. Urz.UE L 51 z 22.02.2019, str. 1, </w:t>
      </w:r>
      <w:r w:rsidR="00757E4D">
        <w:rPr>
          <w:rFonts w:ascii="Arial" w:hAnsi="Arial" w:cs="Arial"/>
          <w:sz w:val="20"/>
          <w:szCs w:val="20"/>
        </w:rPr>
        <w:br/>
      </w:r>
      <w:r w:rsidR="00757E4D" w:rsidRPr="00757E4D">
        <w:rPr>
          <w:rFonts w:ascii="Arial" w:hAnsi="Arial" w:cs="Arial"/>
          <w:sz w:val="20"/>
          <w:szCs w:val="20"/>
        </w:rPr>
        <w:t>Dz. Urz. UE L 275 z 25.10.2022, str. 55 oraz Dz.</w:t>
      </w:r>
      <w:r w:rsidR="00757E4D">
        <w:rPr>
          <w:rFonts w:ascii="Arial" w:hAnsi="Arial" w:cs="Arial"/>
          <w:sz w:val="20"/>
          <w:szCs w:val="20"/>
        </w:rPr>
        <w:t xml:space="preserve"> </w:t>
      </w:r>
      <w:r w:rsidR="00757E4D" w:rsidRPr="00757E4D">
        <w:rPr>
          <w:rFonts w:ascii="Arial" w:hAnsi="Arial" w:cs="Arial"/>
          <w:sz w:val="20"/>
          <w:szCs w:val="20"/>
        </w:rPr>
        <w:t>Urz. UE L 2023/2391 z 05.10.2023) albo</w:t>
      </w:r>
    </w:p>
    <w:p w14:paraId="13DF4F42" w14:textId="393200EC" w:rsidR="00757E4D" w:rsidRDefault="00F56E98" w:rsidP="00754DDC">
      <w:pPr>
        <w:pStyle w:val="Akapitzlist"/>
        <w:widowControl w:val="0"/>
        <w:numPr>
          <w:ilvl w:val="0"/>
          <w:numId w:val="13"/>
        </w:numPr>
        <w:snapToGrid w:val="0"/>
        <w:spacing w:after="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757E4D" w:rsidRPr="00757E4D">
        <w:rPr>
          <w:rFonts w:ascii="Arial" w:hAnsi="Arial" w:cs="Arial"/>
          <w:sz w:val="20"/>
          <w:szCs w:val="20"/>
        </w:rPr>
        <w:t xml:space="preserve">art. 3 ust. 2 rozporządzenia Komisji (UE) nr 717/2014 z dnia 27 czerwca 2014 r. w sprawie stosowania art. 107 i 108 Traktatu o funkcjonowaniu Unii Europejskiej do pomocy de minimis </w:t>
      </w:r>
      <w:r w:rsidR="00757E4D">
        <w:rPr>
          <w:rFonts w:ascii="Arial" w:hAnsi="Arial" w:cs="Arial"/>
          <w:sz w:val="20"/>
          <w:szCs w:val="20"/>
        </w:rPr>
        <w:br/>
      </w:r>
      <w:r w:rsidR="00757E4D" w:rsidRPr="00757E4D">
        <w:rPr>
          <w:rFonts w:ascii="Arial" w:hAnsi="Arial" w:cs="Arial"/>
          <w:sz w:val="20"/>
          <w:szCs w:val="20"/>
        </w:rPr>
        <w:t>w sektorze rybołówstwa i akwakultury, (Dz. Urz. UE L 190 z 28.06.2014, str. 45, Dz. Urz. UE L 414 z 09.12.2020, str. 15, Dz. Urz. UE L 326 z 21.12.2022, str. 8 oraz Dz. Urz.</w:t>
      </w:r>
      <w:r w:rsidR="00757E4D">
        <w:rPr>
          <w:rFonts w:ascii="Arial" w:hAnsi="Arial" w:cs="Arial"/>
          <w:sz w:val="20"/>
          <w:szCs w:val="20"/>
        </w:rPr>
        <w:t xml:space="preserve"> </w:t>
      </w:r>
      <w:r w:rsidR="00757E4D" w:rsidRPr="00757E4D">
        <w:rPr>
          <w:rFonts w:ascii="Arial" w:hAnsi="Arial" w:cs="Arial"/>
          <w:sz w:val="20"/>
          <w:szCs w:val="20"/>
        </w:rPr>
        <w:t xml:space="preserve">UE L 2023/2391 </w:t>
      </w:r>
      <w:r w:rsidR="00757E4D">
        <w:rPr>
          <w:rFonts w:ascii="Arial" w:hAnsi="Arial" w:cs="Arial"/>
          <w:sz w:val="20"/>
          <w:szCs w:val="20"/>
        </w:rPr>
        <w:br/>
      </w:r>
      <w:r w:rsidR="00757E4D" w:rsidRPr="00757E4D">
        <w:rPr>
          <w:rFonts w:ascii="Arial" w:hAnsi="Arial" w:cs="Arial"/>
          <w:sz w:val="20"/>
          <w:szCs w:val="20"/>
        </w:rPr>
        <w:t xml:space="preserve">z 05.10.2023) </w:t>
      </w:r>
    </w:p>
    <w:p w14:paraId="35DAB924" w14:textId="2E7B6C77" w:rsidR="00757E4D" w:rsidRPr="00757E4D" w:rsidRDefault="00757E4D" w:rsidP="00754DDC">
      <w:pPr>
        <w:widowControl w:val="0"/>
        <w:snapToGrid w:val="0"/>
        <w:spacing w:after="0" w:line="360" w:lineRule="auto"/>
        <w:ind w:left="774"/>
        <w:jc w:val="both"/>
        <w:rPr>
          <w:rFonts w:ascii="Arial" w:hAnsi="Arial" w:cs="Arial"/>
          <w:b/>
          <w:bCs/>
          <w:sz w:val="20"/>
          <w:szCs w:val="20"/>
        </w:rPr>
      </w:pPr>
      <w:r w:rsidRPr="00757E4D">
        <w:rPr>
          <w:rFonts w:ascii="Arial" w:hAnsi="Arial" w:cs="Arial"/>
          <w:b/>
          <w:bCs/>
          <w:sz w:val="20"/>
          <w:szCs w:val="20"/>
        </w:rPr>
        <w:t xml:space="preserve">albo oświadczenie o wielkości tej pomocy otrzymanej w </w:t>
      </w:r>
      <w:r w:rsidR="00F56E98">
        <w:rPr>
          <w:rFonts w:ascii="Arial" w:hAnsi="Arial" w:cs="Arial"/>
          <w:b/>
          <w:bCs/>
          <w:sz w:val="20"/>
          <w:szCs w:val="20"/>
        </w:rPr>
        <w:t>danym</w:t>
      </w:r>
      <w:r w:rsidRPr="00757E4D">
        <w:rPr>
          <w:rFonts w:ascii="Arial" w:hAnsi="Arial" w:cs="Arial"/>
          <w:b/>
          <w:bCs/>
          <w:sz w:val="20"/>
          <w:szCs w:val="20"/>
        </w:rPr>
        <w:t xml:space="preserve"> okresie, albo oświadczenie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757E4D">
        <w:rPr>
          <w:rFonts w:ascii="Arial" w:hAnsi="Arial" w:cs="Arial"/>
          <w:b/>
          <w:bCs/>
          <w:sz w:val="20"/>
          <w:szCs w:val="20"/>
        </w:rPr>
        <w:t>o nieotrzymaniu takiej pomocy</w:t>
      </w:r>
      <w:r w:rsidR="00F56E98">
        <w:rPr>
          <w:rFonts w:ascii="Arial" w:hAnsi="Arial" w:cs="Arial"/>
          <w:b/>
          <w:bCs/>
          <w:sz w:val="20"/>
          <w:szCs w:val="20"/>
        </w:rPr>
        <w:t xml:space="preserve">, </w:t>
      </w:r>
      <w:r w:rsidRPr="00757E4D">
        <w:rPr>
          <w:rFonts w:ascii="Arial" w:hAnsi="Arial" w:cs="Arial"/>
          <w:b/>
          <w:bCs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bCs/>
          <w:sz w:val="20"/>
          <w:szCs w:val="20"/>
        </w:rPr>
        <w:t>2.</w:t>
      </w:r>
    </w:p>
    <w:p w14:paraId="3E9E63C1" w14:textId="77777777" w:rsidR="005D3FBA" w:rsidRDefault="005D3FBA" w:rsidP="001A2504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03B10ED" w14:textId="77777777" w:rsidR="00754DDC" w:rsidRDefault="00754DDC" w:rsidP="001A2504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3DCB50E" w14:textId="77777777" w:rsidR="00754DDC" w:rsidRDefault="00754DDC" w:rsidP="001A2504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826B543" w14:textId="77777777" w:rsidR="00754DDC" w:rsidRDefault="00754DDC" w:rsidP="001A2504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7CF9C2" w14:textId="77777777" w:rsidR="00754DDC" w:rsidRPr="001A2504" w:rsidRDefault="00754DDC" w:rsidP="001A2504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34AD242" w14:textId="77777777" w:rsidR="00754DDC" w:rsidRDefault="00152942" w:rsidP="00EA4A5F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  <w:r w:rsidRPr="00F01A6D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lastRenderedPageBreak/>
        <w:t xml:space="preserve">Integralna część wniosku o </w:t>
      </w:r>
      <w:r w:rsidR="00EA4A5F" w:rsidRPr="00F01A6D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 xml:space="preserve">dofinansowanie wynagrodzenia </w:t>
      </w:r>
    </w:p>
    <w:p w14:paraId="5E3828CB" w14:textId="77777777" w:rsidR="00754DDC" w:rsidRDefault="00EA4A5F" w:rsidP="00EA4A5F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  <w:r w:rsidRPr="00F01A6D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>za skierowanego bezrobotnego, który ukończył 50 rok życia</w:t>
      </w:r>
      <w:r w:rsidR="00754DDC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 xml:space="preserve">, </w:t>
      </w:r>
    </w:p>
    <w:p w14:paraId="3C5CCD7D" w14:textId="3870E619" w:rsidR="00152942" w:rsidRPr="00F01A6D" w:rsidRDefault="00754DDC" w:rsidP="00EA4A5F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>a nie ukończył 60 lat – w przypadku kobiety lub 65 lat - w przypadku mężczyzny</w:t>
      </w:r>
    </w:p>
    <w:p w14:paraId="7092C336" w14:textId="77777777" w:rsidR="00EA4A5F" w:rsidRPr="00152942" w:rsidRDefault="00EA4A5F" w:rsidP="00C10EA2">
      <w:pPr>
        <w:spacing w:after="0" w:line="276" w:lineRule="auto"/>
        <w:rPr>
          <w:rFonts w:ascii="Arial" w:eastAsia="Times New Roman" w:hAnsi="Arial" w:cs="Arial"/>
          <w:b/>
          <w:bCs/>
          <w:i/>
          <w:iCs/>
          <w:color w:val="975CCB"/>
          <w:kern w:val="0"/>
          <w:sz w:val="20"/>
          <w:lang w:eastAsia="pl-PL"/>
          <w14:ligatures w14:val="none"/>
        </w:rPr>
      </w:pPr>
    </w:p>
    <w:p w14:paraId="1D689FF6" w14:textId="16219F76" w:rsidR="00A17986" w:rsidRPr="00A17986" w:rsidRDefault="006D5F45" w:rsidP="00754DDC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D5F45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Klauzula informacyjna zgodnie z art. 13 ust 1 i 2 RODO</w:t>
      </w:r>
      <w:bookmarkEnd w:id="5"/>
    </w:p>
    <w:p w14:paraId="51CD6CCB" w14:textId="77777777" w:rsidR="00A17986" w:rsidRPr="00750C99" w:rsidRDefault="00A17986" w:rsidP="00754DDC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 xml:space="preserve">Zgodnie z art. 13 ust. 1 i 2 Rozporządzenia Parlamentu Europejskiego i Rady (UE) 2016/679 z dnia 27 kwietnia 2016 r. w sprawie ochrony osób fizycznych w związku z przetwarzaniem danych osobowych i w sprawie swobodnego przepływu takich danych oraz uchylenia dyrektywy 95/46/WE (ogólne rozporządzenie o ochronie danych) (Dz. Urz. UE L 119 z 4.05.2016) (dalej: Rozporządzenie) informujemy, iż: </w:t>
      </w:r>
    </w:p>
    <w:p w14:paraId="50D38C13" w14:textId="77777777" w:rsidR="00A17986" w:rsidRPr="00750C99" w:rsidRDefault="00A17986" w:rsidP="00754DDC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Administratorem danych osobowych (dalej Administrator) jest Powiatowy Urząd Pracy</w:t>
      </w:r>
      <w:r w:rsidRPr="00750C99">
        <w:rPr>
          <w:rFonts w:ascii="Arial" w:hAnsi="Arial" w:cs="Arial"/>
          <w:sz w:val="21"/>
          <w:szCs w:val="21"/>
        </w:rPr>
        <w:br/>
        <w:t xml:space="preserve">w Lesznie, którego reprezentuje Dyrektor Powiatowego Urząd Pracy w Lesznie z siedzibą przy ul. Śniadeckich 5, 64-100 Leszno, dane kontaktowe: numer telefonu 65 529 50 67, fax 65 529 94 33, adres </w:t>
      </w:r>
      <w:r w:rsidRPr="00750C99">
        <w:rPr>
          <w:rFonts w:ascii="Arial" w:hAnsi="Arial" w:cs="Arial"/>
          <w:color w:val="000000"/>
          <w:sz w:val="21"/>
          <w:szCs w:val="21"/>
        </w:rPr>
        <w:t xml:space="preserve">email: </w:t>
      </w:r>
      <w:hyperlink r:id="rId7" w:history="1">
        <w:r w:rsidRPr="00750C99">
          <w:rPr>
            <w:rStyle w:val="Hipercze"/>
            <w:rFonts w:ascii="Arial" w:hAnsi="Arial" w:cs="Arial"/>
            <w:color w:val="000000"/>
            <w:sz w:val="21"/>
            <w:szCs w:val="21"/>
          </w:rPr>
          <w:t>pole@praca.gov.pl</w:t>
        </w:r>
      </w:hyperlink>
    </w:p>
    <w:p w14:paraId="5EB1970F" w14:textId="77777777" w:rsidR="00A17986" w:rsidRPr="00750C99" w:rsidRDefault="00A17986" w:rsidP="00754DDC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1"/>
          <w:szCs w:val="21"/>
        </w:rPr>
      </w:pPr>
      <w:r w:rsidRPr="00750C99">
        <w:rPr>
          <w:rFonts w:ascii="Arial" w:hAnsi="Arial" w:cs="Arial"/>
          <w:color w:val="000000"/>
          <w:sz w:val="21"/>
          <w:szCs w:val="21"/>
        </w:rPr>
        <w:t xml:space="preserve">Dane kontaktowe Inspektora ochrony danych: numer telefonu 65 529 94 33, 65 529 50 67, adres email: </w:t>
      </w:r>
      <w:hyperlink r:id="rId8" w:history="1">
        <w:r w:rsidRPr="00750C99">
          <w:rPr>
            <w:rStyle w:val="Hipercze"/>
            <w:rFonts w:ascii="Arial" w:hAnsi="Arial" w:cs="Arial"/>
            <w:color w:val="000000"/>
            <w:sz w:val="21"/>
            <w:szCs w:val="21"/>
          </w:rPr>
          <w:t>iodo@leszno.praca.gov.pl</w:t>
        </w:r>
      </w:hyperlink>
      <w:r w:rsidRPr="00750C99">
        <w:rPr>
          <w:rFonts w:ascii="Arial" w:hAnsi="Arial" w:cs="Arial"/>
          <w:color w:val="000000"/>
          <w:sz w:val="21"/>
          <w:szCs w:val="21"/>
        </w:rPr>
        <w:t>; adres: ul. Śniadeckich 5, 64-100 Leszno.</w:t>
      </w:r>
    </w:p>
    <w:p w14:paraId="5DFCF257" w14:textId="65690F56" w:rsidR="00A17986" w:rsidRPr="00750C99" w:rsidRDefault="00A17986" w:rsidP="00754DDC">
      <w:pPr>
        <w:pStyle w:val="Akapitzlist"/>
        <w:numPr>
          <w:ilvl w:val="0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 xml:space="preserve">Dane osobowe przetwarzane będą na podstawie art. 6 ust 1 lit c Rozporządzenia, w związku z art. </w:t>
      </w:r>
      <w:r w:rsidR="00C10EA2">
        <w:rPr>
          <w:rFonts w:ascii="Arial" w:hAnsi="Arial" w:cs="Arial"/>
          <w:sz w:val="21"/>
          <w:szCs w:val="21"/>
        </w:rPr>
        <w:t>141</w:t>
      </w:r>
      <w:r w:rsidRPr="00750C99">
        <w:rPr>
          <w:rFonts w:ascii="Arial" w:hAnsi="Arial" w:cs="Arial"/>
          <w:sz w:val="21"/>
          <w:szCs w:val="21"/>
        </w:rPr>
        <w:t xml:space="preserve"> ustawy z dnia 20 marca 2025 r. o rynku pracy i służbach zatrudnienia, w celu rozpatrzenia złożonego wniosku.</w:t>
      </w:r>
    </w:p>
    <w:p w14:paraId="4BE9CFEB" w14:textId="77777777" w:rsidR="00A17986" w:rsidRPr="00750C99" w:rsidRDefault="00A17986" w:rsidP="00754DDC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W związku z przetwarzaniem danych w celu wskazanym w pkt 3, Pani/Pana dane osobowe mogą być udostępniane podmiotom uprawnionym na podstawie przepisów prawa, a także przez podmioty, z którymi Administrator zawarł umowy powierzenia przetwarzania danych osobowych.</w:t>
      </w:r>
    </w:p>
    <w:p w14:paraId="63DA3BD1" w14:textId="77777777" w:rsidR="00A17986" w:rsidRPr="00750C99" w:rsidRDefault="00A17986" w:rsidP="00754DDC">
      <w:pPr>
        <w:pStyle w:val="Akapitzlist"/>
        <w:numPr>
          <w:ilvl w:val="0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Dane osobowe od momentu pozyskania będą przechowywane przez okres wynikający</w:t>
      </w:r>
      <w:r w:rsidRPr="00750C99">
        <w:rPr>
          <w:rFonts w:ascii="Arial" w:hAnsi="Arial" w:cs="Arial"/>
          <w:sz w:val="21"/>
          <w:szCs w:val="21"/>
        </w:rPr>
        <w:br/>
        <w:t>z regulacji prawnych - kategorii archiwalnej dokumentacji, określonej w rzeczowym wykazie akt dostępnym w siedzibie PUP w Lesznie. Kat. B10.</w:t>
      </w:r>
    </w:p>
    <w:p w14:paraId="4635ABC6" w14:textId="77777777" w:rsidR="00A17986" w:rsidRPr="00750C99" w:rsidRDefault="00A17986" w:rsidP="00754DDC">
      <w:pPr>
        <w:pStyle w:val="Akapitzlist"/>
        <w:numPr>
          <w:ilvl w:val="0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 xml:space="preserve">W związku z przetwarzaniem przez Administratora danych osobowych przysługuje Pani/Panu: </w:t>
      </w:r>
    </w:p>
    <w:p w14:paraId="140BA585" w14:textId="77777777" w:rsidR="00A17986" w:rsidRPr="00750C99" w:rsidRDefault="00A17986" w:rsidP="00754DDC">
      <w:pPr>
        <w:numPr>
          <w:ilvl w:val="1"/>
          <w:numId w:val="11"/>
        </w:numPr>
        <w:spacing w:after="0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 xml:space="preserve">prawo dostępu do treści danych, na podstawie art. 15 Rozporządzenia; </w:t>
      </w:r>
    </w:p>
    <w:p w14:paraId="1DD9A9F3" w14:textId="77777777" w:rsidR="00A17986" w:rsidRPr="00750C99" w:rsidRDefault="00A17986" w:rsidP="00754DDC">
      <w:pPr>
        <w:numPr>
          <w:ilvl w:val="1"/>
          <w:numId w:val="11"/>
        </w:numPr>
        <w:spacing w:after="0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 xml:space="preserve">prawo do sprostowania danych, na podstawie art. 16 Rozporządzenia; </w:t>
      </w:r>
    </w:p>
    <w:p w14:paraId="42597F75" w14:textId="77777777" w:rsidR="00A17986" w:rsidRPr="00750C99" w:rsidRDefault="00A17986" w:rsidP="00754DDC">
      <w:pPr>
        <w:numPr>
          <w:ilvl w:val="1"/>
          <w:numId w:val="11"/>
        </w:numPr>
        <w:spacing w:after="0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prawo do ograniczenia przetwarzania danych, na podstawie art. 18 Rozporządzenia,</w:t>
      </w:r>
      <w:r w:rsidRPr="00750C99">
        <w:rPr>
          <w:rFonts w:ascii="Arial" w:hAnsi="Arial" w:cs="Arial"/>
          <w:sz w:val="21"/>
          <w:szCs w:val="21"/>
        </w:rPr>
        <w:br/>
        <w:t>z zastrzeżeniem przypadków, o których mowa w art. 18 ust. 2 Rozporządzenia;</w:t>
      </w:r>
    </w:p>
    <w:p w14:paraId="7E7B7D79" w14:textId="77777777" w:rsidR="00A17986" w:rsidRPr="00750C99" w:rsidRDefault="00A17986" w:rsidP="00754DDC">
      <w:pPr>
        <w:numPr>
          <w:ilvl w:val="1"/>
          <w:numId w:val="11"/>
        </w:numPr>
        <w:spacing w:after="0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prawo do wniesienia skargi do Prezesa Urzędu Ochrony Danych Osobowych, gdy uzna Pani/Pan, że przetwarzanie danych osobowych Pani/Pana dotyczących narusza przepisy Rozporządzenia.</w:t>
      </w:r>
    </w:p>
    <w:p w14:paraId="62898038" w14:textId="77777777" w:rsidR="00A17986" w:rsidRPr="00750C99" w:rsidRDefault="00A17986" w:rsidP="00754DDC">
      <w:pPr>
        <w:pStyle w:val="Akapitzlist"/>
        <w:numPr>
          <w:ilvl w:val="0"/>
          <w:numId w:val="10"/>
        </w:numPr>
        <w:spacing w:after="21" w:line="276" w:lineRule="auto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Nie przysługuje Pani/Panu:</w:t>
      </w:r>
    </w:p>
    <w:p w14:paraId="5008C886" w14:textId="77777777" w:rsidR="00A17986" w:rsidRPr="00750C99" w:rsidRDefault="00A17986" w:rsidP="00754DDC">
      <w:pPr>
        <w:numPr>
          <w:ilvl w:val="0"/>
          <w:numId w:val="12"/>
        </w:numPr>
        <w:spacing w:after="21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w związku z art. 17 ust. 3 lit. b, d lub e Rozporządzenia, prawo do usunięcia danych osobowych;</w:t>
      </w:r>
    </w:p>
    <w:p w14:paraId="7C0190E5" w14:textId="77777777" w:rsidR="00A17986" w:rsidRPr="00750C99" w:rsidRDefault="00A17986" w:rsidP="00754DDC">
      <w:pPr>
        <w:numPr>
          <w:ilvl w:val="0"/>
          <w:numId w:val="12"/>
        </w:numPr>
        <w:spacing w:after="21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prawo do przenoszenia danych osobowych, o którym mowa w art. 20 Rozporządzenia;</w:t>
      </w:r>
    </w:p>
    <w:p w14:paraId="6320A7B0" w14:textId="77777777" w:rsidR="00A17986" w:rsidRPr="00750C99" w:rsidRDefault="00A17986" w:rsidP="00754DDC">
      <w:pPr>
        <w:numPr>
          <w:ilvl w:val="0"/>
          <w:numId w:val="12"/>
        </w:numPr>
        <w:spacing w:after="21" w:line="276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50C99">
        <w:rPr>
          <w:rFonts w:ascii="Arial" w:hAnsi="Arial" w:cs="Arial"/>
          <w:sz w:val="21"/>
          <w:szCs w:val="21"/>
        </w:rPr>
        <w:t>prawo wyrażenia sprzeciwu, na podstawie art. 21 Rozporządzenia, wobec przetwarzania danych osobowych, gdyż podstawą prawną przetwarzania Pani/Pana danych osobowych jest art. 6 ust. 1 lit c Rozporządzenia.</w:t>
      </w:r>
    </w:p>
    <w:p w14:paraId="582C88A2" w14:textId="06187000" w:rsidR="00152942" w:rsidRPr="001A2504" w:rsidRDefault="00A17986" w:rsidP="00754DDC">
      <w:pPr>
        <w:pStyle w:val="Akapitzlist"/>
        <w:numPr>
          <w:ilvl w:val="0"/>
          <w:numId w:val="10"/>
        </w:numPr>
        <w:spacing w:after="200" w:line="276" w:lineRule="auto"/>
        <w:ind w:left="709" w:right="-1" w:hanging="28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750C99">
        <w:rPr>
          <w:rFonts w:ascii="Arial" w:hAnsi="Arial" w:cs="Arial"/>
          <w:sz w:val="21"/>
          <w:szCs w:val="21"/>
        </w:rPr>
        <w:t>Podanie przez Panią/Pana danych osobowych jest wymogiem ustawy wskazanej w pkt. 3.</w:t>
      </w:r>
    </w:p>
    <w:sectPr w:rsidR="00152942" w:rsidRPr="001A2504" w:rsidSect="00A7408C">
      <w:footerReference w:type="default" r:id="rId9"/>
      <w:headerReference w:type="first" r:id="rId10"/>
      <w:footerReference w:type="first" r:id="rId11"/>
      <w:pgSz w:w="11906" w:h="16838"/>
      <w:pgMar w:top="1135" w:right="1021" w:bottom="709" w:left="1021" w:header="1020" w:footer="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A7D4C" w14:textId="77777777" w:rsidR="00BB7F13" w:rsidRDefault="00BB7F13" w:rsidP="0069274D">
      <w:pPr>
        <w:spacing w:after="0" w:line="240" w:lineRule="auto"/>
      </w:pPr>
      <w:r>
        <w:separator/>
      </w:r>
    </w:p>
  </w:endnote>
  <w:endnote w:type="continuationSeparator" w:id="0">
    <w:p w14:paraId="5A212BEE" w14:textId="77777777" w:rsidR="00BB7F13" w:rsidRDefault="00BB7F13" w:rsidP="0069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865312"/>
      <w:docPartObj>
        <w:docPartGallery w:val="Page Numbers (Bottom of Page)"/>
        <w:docPartUnique/>
      </w:docPartObj>
    </w:sdtPr>
    <w:sdtEndPr/>
    <w:sdtContent>
      <w:p w14:paraId="58BDAF8E" w14:textId="117A5770" w:rsidR="00B81C87" w:rsidRDefault="00B81C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AB5CBF" w14:textId="4711D08C" w:rsidR="009F19DF" w:rsidRDefault="009F1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1958A" w14:textId="77777777" w:rsidR="00D57C15" w:rsidRPr="00F22205" w:rsidRDefault="00D57C15" w:rsidP="00D57C15">
    <w:pPr>
      <w:pStyle w:val="Stopka"/>
      <w:rPr>
        <w:rFonts w:ascii="Arial" w:hAnsi="Arial" w:cs="Arial"/>
        <w:sz w:val="16"/>
        <w:szCs w:val="16"/>
      </w:rPr>
    </w:pPr>
    <w:r w:rsidRPr="008A4CA8">
      <w:rPr>
        <w:rFonts w:ascii="Arial" w:hAnsi="Arial" w:cs="Arial"/>
        <w:sz w:val="14"/>
        <w:szCs w:val="14"/>
      </w:rPr>
      <w:br/>
    </w:r>
    <w:r w:rsidRPr="00F22205">
      <w:rPr>
        <w:rFonts w:ascii="Arial" w:hAnsi="Arial" w:cs="Arial"/>
        <w:sz w:val="16"/>
        <w:szCs w:val="16"/>
      </w:rPr>
      <w:t>ul. Śniadeckich 5, 64-100 Leszno, tel./fax 65 529 94 33, tel. 65 529 50 67, e-mail: pole@praca.gov.pl, www: leszno.praca.gov.pl</w:t>
    </w:r>
  </w:p>
  <w:p w14:paraId="1F32895B" w14:textId="77777777" w:rsidR="00D57C15" w:rsidRPr="00F22205" w:rsidRDefault="00D57C15" w:rsidP="00D57C15">
    <w:pPr>
      <w:pStyle w:val="Stopka"/>
      <w:rPr>
        <w:rFonts w:ascii="Arial" w:hAnsi="Arial" w:cs="Arial"/>
        <w:sz w:val="16"/>
        <w:szCs w:val="16"/>
      </w:rPr>
    </w:pPr>
    <w:r w:rsidRPr="00F22205">
      <w:rPr>
        <w:rFonts w:ascii="Arial" w:hAnsi="Arial" w:cs="Arial"/>
        <w:sz w:val="16"/>
        <w:szCs w:val="16"/>
      </w:rPr>
      <w:t>ePUAP: /pupleszno/</w:t>
    </w:r>
    <w:r>
      <w:rPr>
        <w:rFonts w:ascii="Arial" w:hAnsi="Arial" w:cs="Arial"/>
        <w:sz w:val="16"/>
        <w:szCs w:val="16"/>
      </w:rPr>
      <w:t>S</w:t>
    </w:r>
    <w:r w:rsidRPr="00F22205">
      <w:rPr>
        <w:rFonts w:ascii="Arial" w:hAnsi="Arial" w:cs="Arial"/>
        <w:sz w:val="16"/>
        <w:szCs w:val="16"/>
      </w:rPr>
      <w:t>krytka</w:t>
    </w:r>
    <w:r>
      <w:rPr>
        <w:rFonts w:ascii="Arial" w:hAnsi="Arial" w:cs="Arial"/>
        <w:sz w:val="16"/>
        <w:szCs w:val="16"/>
      </w:rPr>
      <w:t>ESP</w:t>
    </w:r>
  </w:p>
  <w:p w14:paraId="70CC20B4" w14:textId="77777777" w:rsidR="00D57C15" w:rsidRDefault="00D57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0697A" w14:textId="77777777" w:rsidR="00BB7F13" w:rsidRDefault="00BB7F13" w:rsidP="0069274D">
      <w:pPr>
        <w:spacing w:after="0" w:line="240" w:lineRule="auto"/>
      </w:pPr>
      <w:r>
        <w:separator/>
      </w:r>
    </w:p>
  </w:footnote>
  <w:footnote w:type="continuationSeparator" w:id="0">
    <w:p w14:paraId="37FC339A" w14:textId="77777777" w:rsidR="00BB7F13" w:rsidRDefault="00BB7F13" w:rsidP="0069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3BF16" w14:textId="77777777" w:rsidR="00D57C15" w:rsidRDefault="00D57C15" w:rsidP="00D57C15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12C4B24" wp14:editId="1B4B5EE6">
              <wp:simplePos x="0" y="0"/>
              <wp:positionH relativeFrom="column">
                <wp:posOffset>1202690</wp:posOffset>
              </wp:positionH>
              <wp:positionV relativeFrom="paragraph">
                <wp:posOffset>11430</wp:posOffset>
              </wp:positionV>
              <wp:extent cx="2360930" cy="619125"/>
              <wp:effectExtent l="0" t="0" r="8890" b="952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06D16E" w14:textId="77777777" w:rsidR="00D57C15" w:rsidRPr="0069274D" w:rsidRDefault="00D57C15" w:rsidP="00D57C15">
                          <w:pPr>
                            <w:rPr>
                              <w:rFonts w:ascii="Arial" w:hAnsi="Arial" w:cs="Arial"/>
                            </w:rPr>
                          </w:pPr>
                          <w:r w:rsidRPr="0069274D">
                            <w:rPr>
                              <w:rFonts w:ascii="Arial" w:hAnsi="Arial" w:cs="Arial"/>
                            </w:rPr>
                            <w:t>Powiatowy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</w:r>
                          <w:r w:rsidRPr="0069274D">
                            <w:rPr>
                              <w:rFonts w:ascii="Arial" w:hAnsi="Arial" w:cs="Arial"/>
                            </w:rPr>
                            <w:t>Urząd Pracy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  <w:t>w</w:t>
                          </w:r>
                          <w:r w:rsidRPr="0069274D">
                            <w:rPr>
                              <w:rFonts w:ascii="Arial" w:hAnsi="Arial" w:cs="Arial"/>
                            </w:rPr>
                            <w:t xml:space="preserve"> Lesznie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2C4B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7pt;margin-top:.9pt;width:185.9pt;height:48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" stroked="f">
              <v:textbox>
                <w:txbxContent>
                  <w:p w14:paraId="5206D16E" w14:textId="77777777" w:rsidR="00D57C15" w:rsidRPr="0069274D" w:rsidRDefault="00D57C15" w:rsidP="00D57C15">
                    <w:pPr>
                      <w:rPr>
                        <w:rFonts w:ascii="Arial" w:hAnsi="Arial" w:cs="Arial"/>
                      </w:rPr>
                    </w:pPr>
                    <w:r w:rsidRPr="0069274D">
                      <w:rPr>
                        <w:rFonts w:ascii="Arial" w:hAnsi="Arial" w:cs="Arial"/>
                      </w:rPr>
                      <w:t>Powiatowy</w:t>
                    </w:r>
                    <w:r>
                      <w:rPr>
                        <w:rFonts w:ascii="Arial" w:hAnsi="Arial" w:cs="Arial"/>
                      </w:rPr>
                      <w:br/>
                    </w:r>
                    <w:r w:rsidRPr="0069274D">
                      <w:rPr>
                        <w:rFonts w:ascii="Arial" w:hAnsi="Arial" w:cs="Arial"/>
                      </w:rPr>
                      <w:t>Urząd Pracy</w:t>
                    </w:r>
                    <w:r>
                      <w:rPr>
                        <w:rFonts w:ascii="Arial" w:hAnsi="Arial" w:cs="Arial"/>
                      </w:rPr>
                      <w:br/>
                      <w:t>w</w:t>
                    </w:r>
                    <w:r w:rsidRPr="0069274D">
                      <w:rPr>
                        <w:rFonts w:ascii="Arial" w:hAnsi="Arial" w:cs="Arial"/>
                      </w:rPr>
                      <w:t xml:space="preserve"> Lesznie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35846796" wp14:editId="3386B627">
          <wp:extent cx="1036800" cy="648000"/>
          <wp:effectExtent l="0" t="0" r="0" b="0"/>
          <wp:docPr id="1000154850" name="Obraz 1000154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968589" w14:textId="77777777" w:rsidR="00D57C15" w:rsidRDefault="00D57C15">
    <w:pPr>
      <w:pStyle w:val="Nagwek"/>
    </w:pPr>
  </w:p>
  <w:p w14:paraId="178DB63F" w14:textId="77777777" w:rsidR="008A4AA3" w:rsidRDefault="008A4AA3">
    <w:pPr>
      <w:pStyle w:val="Nagwek"/>
    </w:pPr>
  </w:p>
  <w:p w14:paraId="32954609" w14:textId="77777777" w:rsidR="008A4AA3" w:rsidRDefault="008A4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789D"/>
    <w:multiLevelType w:val="hybridMultilevel"/>
    <w:tmpl w:val="B81C9F5E"/>
    <w:lvl w:ilvl="0" w:tplc="870EAEC8">
      <w:start w:val="1"/>
      <w:numFmt w:val="upperRoman"/>
      <w:lvlText w:val="%1."/>
      <w:lvlJc w:val="left"/>
      <w:pPr>
        <w:ind w:left="567" w:hanging="207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36B0E"/>
    <w:multiLevelType w:val="hybridMultilevel"/>
    <w:tmpl w:val="A3465B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284103"/>
    <w:multiLevelType w:val="hybridMultilevel"/>
    <w:tmpl w:val="CFE63FA6"/>
    <w:lvl w:ilvl="0" w:tplc="4A16C4C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377D84"/>
    <w:multiLevelType w:val="hybridMultilevel"/>
    <w:tmpl w:val="36A243CE"/>
    <w:lvl w:ilvl="0" w:tplc="773825D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4A54B1"/>
    <w:multiLevelType w:val="hybridMultilevel"/>
    <w:tmpl w:val="CA68ABE2"/>
    <w:lvl w:ilvl="0" w:tplc="21BA57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E5E92"/>
    <w:multiLevelType w:val="hybridMultilevel"/>
    <w:tmpl w:val="5C92D0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7612B"/>
    <w:multiLevelType w:val="hybridMultilevel"/>
    <w:tmpl w:val="76CC04B8"/>
    <w:lvl w:ilvl="0" w:tplc="41585B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D592C"/>
    <w:multiLevelType w:val="hybridMultilevel"/>
    <w:tmpl w:val="90327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37F69"/>
    <w:multiLevelType w:val="hybridMultilevel"/>
    <w:tmpl w:val="450C58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DCB2878"/>
    <w:multiLevelType w:val="hybridMultilevel"/>
    <w:tmpl w:val="04E63570"/>
    <w:lvl w:ilvl="0" w:tplc="9766AA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A46AB"/>
    <w:multiLevelType w:val="hybridMultilevel"/>
    <w:tmpl w:val="9FE4915E"/>
    <w:lvl w:ilvl="0" w:tplc="6C8EED0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18E5C2C"/>
    <w:multiLevelType w:val="hybridMultilevel"/>
    <w:tmpl w:val="E612D490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260A2"/>
    <w:multiLevelType w:val="hybridMultilevel"/>
    <w:tmpl w:val="D854CFC4"/>
    <w:lvl w:ilvl="0" w:tplc="2710E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E58A8"/>
    <w:multiLevelType w:val="hybridMultilevel"/>
    <w:tmpl w:val="85C2D694"/>
    <w:lvl w:ilvl="0" w:tplc="8B7A56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611898">
    <w:abstractNumId w:val="12"/>
  </w:num>
  <w:num w:numId="2" w16cid:durableId="964771526">
    <w:abstractNumId w:val="0"/>
  </w:num>
  <w:num w:numId="3" w16cid:durableId="803473869">
    <w:abstractNumId w:val="2"/>
  </w:num>
  <w:num w:numId="4" w16cid:durableId="1342203880">
    <w:abstractNumId w:val="4"/>
  </w:num>
  <w:num w:numId="5" w16cid:durableId="831217436">
    <w:abstractNumId w:val="13"/>
  </w:num>
  <w:num w:numId="6" w16cid:durableId="1573855773">
    <w:abstractNumId w:val="5"/>
  </w:num>
  <w:num w:numId="7" w16cid:durableId="394398447">
    <w:abstractNumId w:val="7"/>
  </w:num>
  <w:num w:numId="8" w16cid:durableId="1573469188">
    <w:abstractNumId w:val="6"/>
  </w:num>
  <w:num w:numId="9" w16cid:durableId="1131560371">
    <w:abstractNumId w:val="8"/>
  </w:num>
  <w:num w:numId="10" w16cid:durableId="870266203">
    <w:abstractNumId w:val="9"/>
  </w:num>
  <w:num w:numId="11" w16cid:durableId="198693016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9517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9888337">
    <w:abstractNumId w:val="10"/>
  </w:num>
  <w:num w:numId="14" w16cid:durableId="80800987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D6B"/>
    <w:rsid w:val="00011977"/>
    <w:rsid w:val="000152B2"/>
    <w:rsid w:val="00033D75"/>
    <w:rsid w:val="000510D0"/>
    <w:rsid w:val="00081D78"/>
    <w:rsid w:val="00093001"/>
    <w:rsid w:val="000A5095"/>
    <w:rsid w:val="000D34D2"/>
    <w:rsid w:val="000E48E0"/>
    <w:rsid w:val="000E49F5"/>
    <w:rsid w:val="000F344D"/>
    <w:rsid w:val="00106791"/>
    <w:rsid w:val="00107668"/>
    <w:rsid w:val="00114B1C"/>
    <w:rsid w:val="00134276"/>
    <w:rsid w:val="001379CB"/>
    <w:rsid w:val="00142B62"/>
    <w:rsid w:val="00152942"/>
    <w:rsid w:val="001746A9"/>
    <w:rsid w:val="001769ED"/>
    <w:rsid w:val="00180FC1"/>
    <w:rsid w:val="00181D5E"/>
    <w:rsid w:val="00186314"/>
    <w:rsid w:val="00193A40"/>
    <w:rsid w:val="001A2504"/>
    <w:rsid w:val="001A5907"/>
    <w:rsid w:val="001A6177"/>
    <w:rsid w:val="001E2B5A"/>
    <w:rsid w:val="001E7F12"/>
    <w:rsid w:val="001F32A6"/>
    <w:rsid w:val="001F3E53"/>
    <w:rsid w:val="001F7D02"/>
    <w:rsid w:val="00203277"/>
    <w:rsid w:val="00203A2E"/>
    <w:rsid w:val="00213C8C"/>
    <w:rsid w:val="00215ABC"/>
    <w:rsid w:val="00276256"/>
    <w:rsid w:val="00276993"/>
    <w:rsid w:val="00280C58"/>
    <w:rsid w:val="00283BA6"/>
    <w:rsid w:val="002A078C"/>
    <w:rsid w:val="002B11BA"/>
    <w:rsid w:val="002B121E"/>
    <w:rsid w:val="002B1722"/>
    <w:rsid w:val="002B6A07"/>
    <w:rsid w:val="002C1448"/>
    <w:rsid w:val="002D2A4F"/>
    <w:rsid w:val="002E5799"/>
    <w:rsid w:val="003252A0"/>
    <w:rsid w:val="00326CED"/>
    <w:rsid w:val="00352C3C"/>
    <w:rsid w:val="003573DE"/>
    <w:rsid w:val="00357DDB"/>
    <w:rsid w:val="00372E00"/>
    <w:rsid w:val="00375543"/>
    <w:rsid w:val="003821F0"/>
    <w:rsid w:val="00384AEE"/>
    <w:rsid w:val="00397B93"/>
    <w:rsid w:val="003A3DA6"/>
    <w:rsid w:val="003B0F9F"/>
    <w:rsid w:val="003C3F62"/>
    <w:rsid w:val="003D376B"/>
    <w:rsid w:val="003D5CCB"/>
    <w:rsid w:val="003D7DA2"/>
    <w:rsid w:val="003E3039"/>
    <w:rsid w:val="003F6C7D"/>
    <w:rsid w:val="004013EB"/>
    <w:rsid w:val="00401E08"/>
    <w:rsid w:val="004033F2"/>
    <w:rsid w:val="00411F49"/>
    <w:rsid w:val="0042013A"/>
    <w:rsid w:val="00423AF6"/>
    <w:rsid w:val="00465E2D"/>
    <w:rsid w:val="004743F8"/>
    <w:rsid w:val="00475BBA"/>
    <w:rsid w:val="00476999"/>
    <w:rsid w:val="004820A7"/>
    <w:rsid w:val="004D1D2E"/>
    <w:rsid w:val="004E1FFE"/>
    <w:rsid w:val="004E45A7"/>
    <w:rsid w:val="004F3AA8"/>
    <w:rsid w:val="00504360"/>
    <w:rsid w:val="00507A74"/>
    <w:rsid w:val="00544D42"/>
    <w:rsid w:val="005507E3"/>
    <w:rsid w:val="00573687"/>
    <w:rsid w:val="00580B03"/>
    <w:rsid w:val="00585D70"/>
    <w:rsid w:val="00595E2D"/>
    <w:rsid w:val="00597EAF"/>
    <w:rsid w:val="005D3FBA"/>
    <w:rsid w:val="00600655"/>
    <w:rsid w:val="006023CE"/>
    <w:rsid w:val="00614856"/>
    <w:rsid w:val="00620AB9"/>
    <w:rsid w:val="006703FF"/>
    <w:rsid w:val="00670E95"/>
    <w:rsid w:val="00677400"/>
    <w:rsid w:val="0069274D"/>
    <w:rsid w:val="0069368C"/>
    <w:rsid w:val="00693D71"/>
    <w:rsid w:val="006A1148"/>
    <w:rsid w:val="006A1801"/>
    <w:rsid w:val="006D5F45"/>
    <w:rsid w:val="006F34AE"/>
    <w:rsid w:val="006F6567"/>
    <w:rsid w:val="00704777"/>
    <w:rsid w:val="00754DDC"/>
    <w:rsid w:val="00757E4D"/>
    <w:rsid w:val="007C0EB3"/>
    <w:rsid w:val="007F19D2"/>
    <w:rsid w:val="00807798"/>
    <w:rsid w:val="008267A1"/>
    <w:rsid w:val="00845957"/>
    <w:rsid w:val="00846B0C"/>
    <w:rsid w:val="00872DA8"/>
    <w:rsid w:val="00873628"/>
    <w:rsid w:val="00883BD1"/>
    <w:rsid w:val="00884E0E"/>
    <w:rsid w:val="008A221F"/>
    <w:rsid w:val="008A4AA3"/>
    <w:rsid w:val="008A4CA8"/>
    <w:rsid w:val="008B0208"/>
    <w:rsid w:val="008B5CA2"/>
    <w:rsid w:val="008D1CBA"/>
    <w:rsid w:val="008D7CA1"/>
    <w:rsid w:val="008F1865"/>
    <w:rsid w:val="008F4524"/>
    <w:rsid w:val="00901A7B"/>
    <w:rsid w:val="00931196"/>
    <w:rsid w:val="009559FE"/>
    <w:rsid w:val="0096236A"/>
    <w:rsid w:val="009A1F4F"/>
    <w:rsid w:val="009B0612"/>
    <w:rsid w:val="009B22E1"/>
    <w:rsid w:val="009B3A01"/>
    <w:rsid w:val="009C1672"/>
    <w:rsid w:val="009F19DF"/>
    <w:rsid w:val="00A04D83"/>
    <w:rsid w:val="00A17986"/>
    <w:rsid w:val="00A30170"/>
    <w:rsid w:val="00A31264"/>
    <w:rsid w:val="00A5129C"/>
    <w:rsid w:val="00A60801"/>
    <w:rsid w:val="00A7408C"/>
    <w:rsid w:val="00A84D6B"/>
    <w:rsid w:val="00AA105A"/>
    <w:rsid w:val="00AA4B4B"/>
    <w:rsid w:val="00AA79CC"/>
    <w:rsid w:val="00AB0C5A"/>
    <w:rsid w:val="00AC7088"/>
    <w:rsid w:val="00AF3C68"/>
    <w:rsid w:val="00B0786D"/>
    <w:rsid w:val="00B15548"/>
    <w:rsid w:val="00B173CC"/>
    <w:rsid w:val="00B23832"/>
    <w:rsid w:val="00B42CDB"/>
    <w:rsid w:val="00B46FCA"/>
    <w:rsid w:val="00B81C87"/>
    <w:rsid w:val="00B912E9"/>
    <w:rsid w:val="00BB22B1"/>
    <w:rsid w:val="00BB7F13"/>
    <w:rsid w:val="00BC13C1"/>
    <w:rsid w:val="00BC7867"/>
    <w:rsid w:val="00BE4145"/>
    <w:rsid w:val="00BE5442"/>
    <w:rsid w:val="00C024A7"/>
    <w:rsid w:val="00C10EA2"/>
    <w:rsid w:val="00C1427B"/>
    <w:rsid w:val="00C260CF"/>
    <w:rsid w:val="00C3635E"/>
    <w:rsid w:val="00C5223A"/>
    <w:rsid w:val="00C53041"/>
    <w:rsid w:val="00C563A3"/>
    <w:rsid w:val="00C74D64"/>
    <w:rsid w:val="00C75FD0"/>
    <w:rsid w:val="00C85FE9"/>
    <w:rsid w:val="00CA49F1"/>
    <w:rsid w:val="00CB1CA9"/>
    <w:rsid w:val="00CD5271"/>
    <w:rsid w:val="00CD7B96"/>
    <w:rsid w:val="00CD7FC4"/>
    <w:rsid w:val="00CE2950"/>
    <w:rsid w:val="00D03E6F"/>
    <w:rsid w:val="00D06B33"/>
    <w:rsid w:val="00D13D7E"/>
    <w:rsid w:val="00D15C3E"/>
    <w:rsid w:val="00D32B1A"/>
    <w:rsid w:val="00D365CB"/>
    <w:rsid w:val="00D57C15"/>
    <w:rsid w:val="00D772DC"/>
    <w:rsid w:val="00D812A7"/>
    <w:rsid w:val="00D81FA6"/>
    <w:rsid w:val="00DA3AA7"/>
    <w:rsid w:val="00DA71F8"/>
    <w:rsid w:val="00DC1798"/>
    <w:rsid w:val="00DD1C71"/>
    <w:rsid w:val="00DF7099"/>
    <w:rsid w:val="00E024B3"/>
    <w:rsid w:val="00E06B24"/>
    <w:rsid w:val="00E10F80"/>
    <w:rsid w:val="00E22001"/>
    <w:rsid w:val="00E2729D"/>
    <w:rsid w:val="00E3560C"/>
    <w:rsid w:val="00E437B0"/>
    <w:rsid w:val="00E47EC1"/>
    <w:rsid w:val="00E91104"/>
    <w:rsid w:val="00EA4A5F"/>
    <w:rsid w:val="00ED2DD3"/>
    <w:rsid w:val="00EE4C48"/>
    <w:rsid w:val="00EE5801"/>
    <w:rsid w:val="00EF7BE7"/>
    <w:rsid w:val="00F01A6D"/>
    <w:rsid w:val="00F1056B"/>
    <w:rsid w:val="00F22205"/>
    <w:rsid w:val="00F258BE"/>
    <w:rsid w:val="00F56E98"/>
    <w:rsid w:val="00F671EF"/>
    <w:rsid w:val="00F676FC"/>
    <w:rsid w:val="00F71B85"/>
    <w:rsid w:val="00F873CB"/>
    <w:rsid w:val="00FD1A6C"/>
    <w:rsid w:val="00FE0103"/>
    <w:rsid w:val="00FF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4EA58"/>
  <w15:chartTrackingRefBased/>
  <w15:docId w15:val="{7E21714A-D0A0-4938-9105-EAF1EAC1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6A180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74D"/>
  </w:style>
  <w:style w:type="paragraph" w:styleId="Stopka">
    <w:name w:val="footer"/>
    <w:basedOn w:val="Normalny"/>
    <w:link w:val="StopkaZnak"/>
    <w:uiPriority w:val="99"/>
    <w:unhideWhenUsed/>
    <w:rsid w:val="00692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74D"/>
  </w:style>
  <w:style w:type="character" w:styleId="Hipercze">
    <w:name w:val="Hyperlink"/>
    <w:basedOn w:val="Domylnaczcionkaakapitu"/>
    <w:uiPriority w:val="99"/>
    <w:unhideWhenUsed/>
    <w:rsid w:val="006927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274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6A1801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10F80"/>
    <w:pPr>
      <w:ind w:left="720"/>
      <w:contextualSpacing/>
    </w:pPr>
  </w:style>
  <w:style w:type="table" w:styleId="Tabela-Siatka">
    <w:name w:val="Table Grid"/>
    <w:basedOn w:val="Standardowy"/>
    <w:rsid w:val="003A3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33D75"/>
  </w:style>
  <w:style w:type="paragraph" w:styleId="Tekstpodstawowywcity2">
    <w:name w:val="Body Text Indent 2"/>
    <w:basedOn w:val="Normalny"/>
    <w:link w:val="Tekstpodstawowywcity2Znak"/>
    <w:rsid w:val="00E024B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024B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03FF"/>
  </w:style>
  <w:style w:type="character" w:customStyle="1" w:styleId="hgkelc">
    <w:name w:val="hgkelc"/>
    <w:basedOn w:val="Domylnaczcionkaakapitu"/>
    <w:rsid w:val="000D34D2"/>
  </w:style>
  <w:style w:type="paragraph" w:customStyle="1" w:styleId="Default">
    <w:name w:val="Default"/>
    <w:rsid w:val="00A179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7B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7B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7B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7B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7B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leszno.praca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le@praca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rchwa\Desktop\komunikator\listownik%20-%20PUP%20Leszno-ps%20%5b1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 - PUP Leszno-ps [1]</Template>
  <TotalTime>409</TotalTime>
  <Pages>5</Pages>
  <Words>1723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Lorych</dc:creator>
  <cp:keywords/>
  <dc:description/>
  <cp:lastModifiedBy>Zuzanna Kusik</cp:lastModifiedBy>
  <cp:revision>90</cp:revision>
  <cp:lastPrinted>2025-07-04T06:01:00Z</cp:lastPrinted>
  <dcterms:created xsi:type="dcterms:W3CDTF">2024-04-26T07:46:00Z</dcterms:created>
  <dcterms:modified xsi:type="dcterms:W3CDTF">2025-07-10T10:30:00Z</dcterms:modified>
</cp:coreProperties>
</file>